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675C9" w14:textId="77777777" w:rsidR="00A01A9E" w:rsidRDefault="00A01A9E" w:rsidP="00C1294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89152D2" w14:textId="77777777" w:rsidR="00A01A9E" w:rsidRDefault="00A01A9E" w:rsidP="00A01A9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A2321F9" w14:textId="77777777" w:rsidR="00A01A9E" w:rsidRDefault="00A01A9E" w:rsidP="00C1294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0DB2593" w14:textId="77777777" w:rsidR="00C12940" w:rsidRPr="00B2112D" w:rsidRDefault="00C12940" w:rsidP="00C1294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>SYLABUS</w:t>
      </w:r>
    </w:p>
    <w:p w14:paraId="423D4342" w14:textId="6AD4B7F6" w:rsidR="00C12940" w:rsidRPr="00B2112D" w:rsidRDefault="00C12940" w:rsidP="00A94DE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2112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94DE5">
        <w:rPr>
          <w:rFonts w:ascii="Corbel" w:hAnsi="Corbel"/>
          <w:b/>
          <w:smallCaps/>
          <w:sz w:val="24"/>
          <w:szCs w:val="24"/>
        </w:rPr>
        <w:t>202</w:t>
      </w:r>
      <w:r w:rsidR="00EF3683">
        <w:rPr>
          <w:rFonts w:ascii="Corbel" w:hAnsi="Corbel"/>
          <w:b/>
          <w:smallCaps/>
          <w:sz w:val="24"/>
          <w:szCs w:val="24"/>
        </w:rPr>
        <w:t>5</w:t>
      </w:r>
      <w:r w:rsidR="00A94DE5">
        <w:rPr>
          <w:rFonts w:ascii="Corbel" w:hAnsi="Corbel"/>
          <w:b/>
          <w:smallCaps/>
          <w:sz w:val="24"/>
          <w:szCs w:val="24"/>
        </w:rPr>
        <w:t>-20</w:t>
      </w:r>
      <w:r w:rsidR="00EF3683">
        <w:rPr>
          <w:rFonts w:ascii="Corbel" w:hAnsi="Corbel"/>
          <w:b/>
          <w:smallCaps/>
          <w:sz w:val="24"/>
          <w:szCs w:val="24"/>
        </w:rPr>
        <w:t>30</w:t>
      </w:r>
    </w:p>
    <w:p w14:paraId="434A0010" w14:textId="22E4A48E" w:rsidR="00C12940" w:rsidRPr="00B2112D" w:rsidRDefault="00C12940" w:rsidP="00C1294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Rok akademicki </w:t>
      </w:r>
      <w:r w:rsidRPr="00B2112D">
        <w:rPr>
          <w:rFonts w:ascii="Corbel" w:hAnsi="Corbel"/>
          <w:b/>
          <w:sz w:val="24"/>
          <w:szCs w:val="24"/>
        </w:rPr>
        <w:t>202</w:t>
      </w:r>
      <w:r w:rsidR="00EF3683">
        <w:rPr>
          <w:rFonts w:ascii="Corbel" w:hAnsi="Corbel"/>
          <w:b/>
          <w:sz w:val="24"/>
          <w:szCs w:val="24"/>
        </w:rPr>
        <w:t>8</w:t>
      </w:r>
      <w:r w:rsidRPr="00B2112D">
        <w:rPr>
          <w:rFonts w:ascii="Corbel" w:hAnsi="Corbel"/>
          <w:b/>
          <w:sz w:val="24"/>
          <w:szCs w:val="24"/>
        </w:rPr>
        <w:t>/202</w:t>
      </w:r>
      <w:r w:rsidR="00EF3683">
        <w:rPr>
          <w:rFonts w:ascii="Corbel" w:hAnsi="Corbel"/>
          <w:b/>
          <w:sz w:val="24"/>
          <w:szCs w:val="24"/>
        </w:rPr>
        <w:t>9</w:t>
      </w:r>
      <w:r w:rsidR="00BE4EEF">
        <w:rPr>
          <w:rFonts w:ascii="Corbel" w:hAnsi="Corbel"/>
          <w:b/>
          <w:sz w:val="24"/>
          <w:szCs w:val="24"/>
        </w:rPr>
        <w:t>; 202</w:t>
      </w:r>
      <w:r w:rsidR="00EF3683">
        <w:rPr>
          <w:rFonts w:ascii="Corbel" w:hAnsi="Corbel"/>
          <w:b/>
          <w:sz w:val="24"/>
          <w:szCs w:val="24"/>
        </w:rPr>
        <w:t>9</w:t>
      </w:r>
      <w:r w:rsidR="00BE4EEF">
        <w:rPr>
          <w:rFonts w:ascii="Corbel" w:hAnsi="Corbel"/>
          <w:b/>
          <w:sz w:val="24"/>
          <w:szCs w:val="24"/>
        </w:rPr>
        <w:t>/20</w:t>
      </w:r>
      <w:r w:rsidR="00EF3683">
        <w:rPr>
          <w:rFonts w:ascii="Corbel" w:hAnsi="Corbel"/>
          <w:b/>
          <w:sz w:val="24"/>
          <w:szCs w:val="24"/>
        </w:rPr>
        <w:t>30</w:t>
      </w:r>
    </w:p>
    <w:p w14:paraId="08F12B6D" w14:textId="77777777" w:rsidR="0085747A" w:rsidRPr="00B2112D" w:rsidRDefault="00CD6897" w:rsidP="00C12940">
      <w:pPr>
        <w:spacing w:line="240" w:lineRule="auto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  <w:r w:rsidRPr="00B2112D">
        <w:rPr>
          <w:rFonts w:ascii="Corbel" w:hAnsi="Corbel"/>
          <w:b/>
          <w:bCs/>
          <w:sz w:val="24"/>
          <w:szCs w:val="24"/>
        </w:rPr>
        <w:tab/>
      </w:r>
    </w:p>
    <w:p w14:paraId="271B9E42" w14:textId="77777777" w:rsidR="0085747A" w:rsidRPr="00B2112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12D">
        <w:rPr>
          <w:rFonts w:ascii="Corbel" w:hAnsi="Corbel"/>
          <w:szCs w:val="24"/>
        </w:rPr>
        <w:t xml:space="preserve">1. </w:t>
      </w:r>
      <w:r w:rsidR="0085747A" w:rsidRPr="00B2112D">
        <w:rPr>
          <w:rFonts w:ascii="Corbel" w:hAnsi="Corbel"/>
          <w:szCs w:val="24"/>
        </w:rPr>
        <w:t xml:space="preserve">Podstawowe </w:t>
      </w:r>
      <w:r w:rsidR="00445970" w:rsidRPr="00B211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112D" w14:paraId="70A25168" w14:textId="77777777" w:rsidTr="00B819C8">
        <w:tc>
          <w:tcPr>
            <w:tcW w:w="2694" w:type="dxa"/>
            <w:vAlign w:val="center"/>
          </w:tcPr>
          <w:p w14:paraId="69932383" w14:textId="77777777" w:rsidR="0085747A" w:rsidRPr="00B211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C65B1D" w14:textId="77777777" w:rsidR="0085747A" w:rsidRPr="00B2112D" w:rsidRDefault="00C12940" w:rsidP="007D48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C12940" w:rsidRPr="00B2112D" w14:paraId="70568DDD" w14:textId="77777777" w:rsidTr="00B819C8">
        <w:tc>
          <w:tcPr>
            <w:tcW w:w="2694" w:type="dxa"/>
            <w:vAlign w:val="center"/>
          </w:tcPr>
          <w:p w14:paraId="1E19F5E0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4FA45D9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12940" w:rsidRPr="00B2112D" w14:paraId="5B04EB8B" w14:textId="77777777" w:rsidTr="00B819C8">
        <w:tc>
          <w:tcPr>
            <w:tcW w:w="2694" w:type="dxa"/>
            <w:vAlign w:val="center"/>
          </w:tcPr>
          <w:p w14:paraId="438D570A" w14:textId="77777777" w:rsidR="00C12940" w:rsidRPr="00B2112D" w:rsidRDefault="00C1294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50E8EF" w14:textId="6AA7A0AF" w:rsidR="00C12940" w:rsidRPr="00B2112D" w:rsidRDefault="0003234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344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C12940" w:rsidRPr="00B2112D" w14:paraId="3BA705A9" w14:textId="77777777" w:rsidTr="00B819C8">
        <w:tc>
          <w:tcPr>
            <w:tcW w:w="2694" w:type="dxa"/>
            <w:vAlign w:val="center"/>
          </w:tcPr>
          <w:p w14:paraId="66CD21B7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934ABC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12940" w:rsidRPr="00B2112D" w14:paraId="72178C2C" w14:textId="77777777" w:rsidTr="00B819C8">
        <w:tc>
          <w:tcPr>
            <w:tcW w:w="2694" w:type="dxa"/>
            <w:vAlign w:val="center"/>
          </w:tcPr>
          <w:p w14:paraId="1190E56F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BEA046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12940" w:rsidRPr="00B2112D" w14:paraId="646A942B" w14:textId="77777777" w:rsidTr="00B819C8">
        <w:tc>
          <w:tcPr>
            <w:tcW w:w="2694" w:type="dxa"/>
            <w:vAlign w:val="center"/>
          </w:tcPr>
          <w:p w14:paraId="0C695FCF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8D4A5C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12940" w:rsidRPr="00B2112D" w14:paraId="0EE98643" w14:textId="77777777" w:rsidTr="00B819C8">
        <w:tc>
          <w:tcPr>
            <w:tcW w:w="2694" w:type="dxa"/>
            <w:vAlign w:val="center"/>
          </w:tcPr>
          <w:p w14:paraId="67C33346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92F5B9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12940" w:rsidRPr="00B2112D" w14:paraId="5370DA86" w14:textId="77777777" w:rsidTr="00B819C8">
        <w:tc>
          <w:tcPr>
            <w:tcW w:w="2694" w:type="dxa"/>
            <w:vAlign w:val="center"/>
          </w:tcPr>
          <w:p w14:paraId="2FD079D4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DE8A69" w14:textId="1AF119BE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F368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C12940" w:rsidRPr="00B2112D" w14:paraId="6C3E20FF" w14:textId="77777777" w:rsidTr="00B819C8">
        <w:tc>
          <w:tcPr>
            <w:tcW w:w="2694" w:type="dxa"/>
            <w:vAlign w:val="center"/>
          </w:tcPr>
          <w:p w14:paraId="2B7C349A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FABD54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IV-V rok, 7,8,9,10 semestr</w:t>
            </w:r>
          </w:p>
        </w:tc>
      </w:tr>
      <w:tr w:rsidR="00C12940" w:rsidRPr="00B2112D" w14:paraId="719BC70F" w14:textId="77777777" w:rsidTr="00B819C8">
        <w:tc>
          <w:tcPr>
            <w:tcW w:w="2694" w:type="dxa"/>
            <w:vAlign w:val="center"/>
          </w:tcPr>
          <w:p w14:paraId="2684BC8B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41D52C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C12940" w:rsidRPr="00B2112D" w14:paraId="6D0BE1C2" w14:textId="77777777" w:rsidTr="00B819C8">
        <w:tc>
          <w:tcPr>
            <w:tcW w:w="2694" w:type="dxa"/>
            <w:vAlign w:val="center"/>
          </w:tcPr>
          <w:p w14:paraId="00306EA2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10EAC8" w14:textId="77777777" w:rsidR="00C12940" w:rsidRPr="00B2112D" w:rsidRDefault="00C12940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12940" w:rsidRPr="00B2112D" w14:paraId="4AAE58EC" w14:textId="77777777" w:rsidTr="00B819C8">
        <w:tc>
          <w:tcPr>
            <w:tcW w:w="2694" w:type="dxa"/>
            <w:vAlign w:val="center"/>
          </w:tcPr>
          <w:p w14:paraId="7BE0B54D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98457A" w14:textId="16EC1D9F" w:rsidR="00C12940" w:rsidRPr="00B2112D" w:rsidRDefault="00167E80" w:rsidP="00167E8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C12940" w:rsidRPr="00B2112D" w14:paraId="10B5E45A" w14:textId="77777777" w:rsidTr="00B819C8">
        <w:tc>
          <w:tcPr>
            <w:tcW w:w="2694" w:type="dxa"/>
            <w:vAlign w:val="center"/>
          </w:tcPr>
          <w:p w14:paraId="1D963C77" w14:textId="77777777" w:rsidR="00C12940" w:rsidRPr="00B2112D" w:rsidRDefault="00C1294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9A55D5" w14:textId="77777777" w:rsidR="00C12940" w:rsidRPr="00B2112D" w:rsidRDefault="00C12940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  <w:p w14:paraId="66DB937C" w14:textId="7B391A80" w:rsidR="001C73DD" w:rsidRPr="00B2112D" w:rsidRDefault="001C73DD" w:rsidP="001C73D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D05FE2E" w14:textId="77777777" w:rsidR="0085747A" w:rsidRPr="00B211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* </w:t>
      </w:r>
      <w:r w:rsidRPr="00B2112D">
        <w:rPr>
          <w:rFonts w:ascii="Corbel" w:hAnsi="Corbel"/>
          <w:i/>
          <w:sz w:val="24"/>
          <w:szCs w:val="24"/>
        </w:rPr>
        <w:t>-</w:t>
      </w:r>
      <w:r w:rsidR="00B90885" w:rsidRPr="00B211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2112D">
        <w:rPr>
          <w:rFonts w:ascii="Corbel" w:hAnsi="Corbel"/>
          <w:b w:val="0"/>
          <w:sz w:val="24"/>
          <w:szCs w:val="24"/>
        </w:rPr>
        <w:t>e,</w:t>
      </w:r>
      <w:r w:rsidR="00EE4D71">
        <w:rPr>
          <w:rFonts w:ascii="Corbel" w:hAnsi="Corbel"/>
          <w:b w:val="0"/>
          <w:sz w:val="24"/>
          <w:szCs w:val="24"/>
        </w:rPr>
        <w:t xml:space="preserve"> </w:t>
      </w:r>
      <w:r w:rsidRPr="00B211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2112D">
        <w:rPr>
          <w:rFonts w:ascii="Corbel" w:hAnsi="Corbel"/>
          <w:b w:val="0"/>
          <w:i/>
          <w:sz w:val="24"/>
          <w:szCs w:val="24"/>
        </w:rPr>
        <w:t>w Jednostce</w:t>
      </w:r>
    </w:p>
    <w:p w14:paraId="59F4E800" w14:textId="77777777" w:rsidR="00923D7D" w:rsidRPr="00B211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75382B" w14:textId="77777777" w:rsidR="00923D7D" w:rsidRPr="00B2112D" w:rsidRDefault="0085747A" w:rsidP="00C12940">
      <w:pPr>
        <w:pStyle w:val="Podpunkty"/>
        <w:ind w:left="284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1.</w:t>
      </w:r>
      <w:r w:rsidR="00E22FBC" w:rsidRPr="00B2112D">
        <w:rPr>
          <w:rFonts w:ascii="Corbel" w:hAnsi="Corbel"/>
          <w:sz w:val="24"/>
          <w:szCs w:val="24"/>
        </w:rPr>
        <w:t>1</w:t>
      </w:r>
      <w:r w:rsidRPr="00B211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5"/>
        <w:gridCol w:w="791"/>
        <w:gridCol w:w="863"/>
        <w:gridCol w:w="803"/>
        <w:gridCol w:w="821"/>
        <w:gridCol w:w="765"/>
        <w:gridCol w:w="948"/>
        <w:gridCol w:w="1426"/>
        <w:gridCol w:w="1405"/>
      </w:tblGrid>
      <w:tr w:rsidR="00C12940" w:rsidRPr="00B2112D" w14:paraId="7AE3385B" w14:textId="77777777" w:rsidTr="00C12940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A03D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Semestr</w:t>
            </w:r>
          </w:p>
          <w:p w14:paraId="77281D1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393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Wykł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2456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7CEE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Konw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9880D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3889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Sem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6A321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0E25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12D">
              <w:rPr>
                <w:rFonts w:ascii="Corbel" w:hAnsi="Corbel"/>
                <w:szCs w:val="24"/>
              </w:rPr>
              <w:t>Prakt</w:t>
            </w:r>
            <w:proofErr w:type="spellEnd"/>
            <w:r w:rsidRPr="00B211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5D28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12D">
              <w:rPr>
                <w:rFonts w:ascii="Corbel" w:hAnsi="Corbel"/>
                <w:szCs w:val="24"/>
              </w:rPr>
              <w:t>Seminarium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BED1" w14:textId="77777777" w:rsidR="00C12940" w:rsidRPr="00B2112D" w:rsidRDefault="00C12940" w:rsidP="003717C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1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12940" w:rsidRPr="00B2112D" w14:paraId="4648F615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27E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BA4A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A617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87E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E164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9AF6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9CD8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DD43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74887" w14:textId="15C7A991" w:rsidR="00C12940" w:rsidRPr="00B2112D" w:rsidRDefault="0079476C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F368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402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12940" w:rsidRPr="00B2112D" w14:paraId="31401FE1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6781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C4E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F571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CA1D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A11C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A290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3DA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63F3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15CD" w14:textId="2F7C2249" w:rsidR="00C12940" w:rsidRPr="00B2112D" w:rsidRDefault="0079476C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F368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3FFA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12940" w:rsidRPr="00B2112D" w14:paraId="72CEC732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CE36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AE6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9060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6141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E52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3B20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FD63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92BC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12FB" w14:textId="425D9C5C" w:rsidR="00C12940" w:rsidRPr="00B2112D" w:rsidRDefault="0079476C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F368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1B7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12940" w:rsidRPr="00B2112D" w14:paraId="2F8F401A" w14:textId="77777777" w:rsidTr="00C12940">
        <w:trPr>
          <w:trHeight w:val="45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CBFE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8872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4799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C52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110F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39EE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0BE5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1F05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B996" w14:textId="01402A6F" w:rsidR="00C12940" w:rsidRPr="00B2112D" w:rsidRDefault="0079476C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F3683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A73A" w14:textId="77777777" w:rsidR="00C12940" w:rsidRPr="00B2112D" w:rsidRDefault="00C12940" w:rsidP="003717C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259AEBCE" w14:textId="77777777" w:rsidR="00923D7D" w:rsidRPr="00B211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5506D1" w14:textId="77777777" w:rsidR="00923D7D" w:rsidRPr="00B211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F3569E" w14:textId="77777777" w:rsidR="0085747A" w:rsidRPr="00B211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>1.</w:t>
      </w:r>
      <w:r w:rsidR="00E22FBC" w:rsidRPr="00B2112D">
        <w:rPr>
          <w:rFonts w:ascii="Corbel" w:hAnsi="Corbel"/>
          <w:smallCaps w:val="0"/>
          <w:szCs w:val="24"/>
        </w:rPr>
        <w:t>2</w:t>
      </w:r>
      <w:r w:rsidR="00F83B28" w:rsidRPr="00B2112D">
        <w:rPr>
          <w:rFonts w:ascii="Corbel" w:hAnsi="Corbel"/>
          <w:smallCaps w:val="0"/>
          <w:szCs w:val="24"/>
        </w:rPr>
        <w:t>.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 xml:space="preserve">Sposób realizacji zajęć  </w:t>
      </w:r>
    </w:p>
    <w:p w14:paraId="254ECB4F" w14:textId="77777777" w:rsidR="00C12940" w:rsidRPr="00B2112D" w:rsidRDefault="00C12940" w:rsidP="00C129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eastAsia="MS Gothic" w:hAnsi="Corbel"/>
          <w:b w:val="0"/>
          <w:szCs w:val="24"/>
        </w:rPr>
        <w:sym w:font="Wingdings" w:char="F078"/>
      </w:r>
      <w:r w:rsidRPr="00B2112D">
        <w:rPr>
          <w:rFonts w:ascii="Corbel" w:eastAsia="MS Gothic" w:hAnsi="Corbel"/>
          <w:b w:val="0"/>
          <w:szCs w:val="24"/>
        </w:rPr>
        <w:t xml:space="preserve"> </w:t>
      </w:r>
      <w:r w:rsidRPr="00B2112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ADA5C5B" w14:textId="77777777" w:rsidR="0085747A" w:rsidRPr="00B2112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112D">
        <w:rPr>
          <w:rFonts w:ascii="MS Gothic" w:eastAsia="MS Gothic" w:hAnsi="MS Gothic" w:cs="MS Gothic" w:hint="eastAsia"/>
          <w:b w:val="0"/>
          <w:szCs w:val="24"/>
        </w:rPr>
        <w:t>☐</w:t>
      </w:r>
      <w:r w:rsidRPr="00B211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15F3EA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3B1E38" w14:textId="77777777" w:rsidR="009C54AE" w:rsidRPr="00B2112D" w:rsidRDefault="00E22FBC" w:rsidP="00C129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1.3 </w:t>
      </w:r>
      <w:r w:rsidR="00F83B28" w:rsidRPr="00B2112D">
        <w:rPr>
          <w:rFonts w:ascii="Corbel" w:hAnsi="Corbel"/>
          <w:smallCaps w:val="0"/>
          <w:szCs w:val="24"/>
        </w:rPr>
        <w:tab/>
      </w:r>
      <w:r w:rsidRPr="00B2112D">
        <w:rPr>
          <w:rFonts w:ascii="Corbel" w:hAnsi="Corbel"/>
          <w:smallCaps w:val="0"/>
          <w:szCs w:val="24"/>
        </w:rPr>
        <w:t>For</w:t>
      </w:r>
      <w:r w:rsidR="00445970" w:rsidRPr="00B2112D">
        <w:rPr>
          <w:rFonts w:ascii="Corbel" w:hAnsi="Corbel"/>
          <w:smallCaps w:val="0"/>
          <w:szCs w:val="24"/>
        </w:rPr>
        <w:t xml:space="preserve">ma zaliczenia przedmiotu </w:t>
      </w:r>
      <w:r w:rsidRPr="00B2112D">
        <w:rPr>
          <w:rFonts w:ascii="Corbel" w:hAnsi="Corbel"/>
          <w:smallCaps w:val="0"/>
          <w:szCs w:val="24"/>
        </w:rPr>
        <w:t xml:space="preserve"> (z toku) </w:t>
      </w:r>
    </w:p>
    <w:p w14:paraId="5E030563" w14:textId="77777777" w:rsidR="00E960BB" w:rsidRPr="00B2112D" w:rsidRDefault="00C12940" w:rsidP="00C12940">
      <w:pPr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lastRenderedPageBreak/>
        <w:tab/>
      </w:r>
      <w:r w:rsidRPr="00B2112D">
        <w:rPr>
          <w:rFonts w:ascii="Corbel" w:hAnsi="Corbel"/>
          <w:sz w:val="24"/>
          <w:szCs w:val="24"/>
        </w:rPr>
        <w:t>seminarium: zaliczenie bez oceny</w:t>
      </w:r>
    </w:p>
    <w:p w14:paraId="34F285E6" w14:textId="77777777" w:rsidR="00E960BB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112D" w14:paraId="5BB9E52E" w14:textId="77777777" w:rsidTr="00745302">
        <w:tc>
          <w:tcPr>
            <w:tcW w:w="9670" w:type="dxa"/>
          </w:tcPr>
          <w:p w14:paraId="5707A7B6" w14:textId="77777777" w:rsidR="0085747A" w:rsidRPr="00B2112D" w:rsidRDefault="0036014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</w:t>
            </w:r>
            <w:r w:rsidR="002F1804" w:rsidRPr="00B2112D">
              <w:rPr>
                <w:rFonts w:ascii="Corbel" w:hAnsi="Corbel"/>
                <w:b w:val="0"/>
                <w:smallCaps w:val="0"/>
                <w:szCs w:val="24"/>
              </w:rPr>
              <w:t>metodyki i dydaktyki pedagogiki, pedagogiki specjalnej. Znajomość meto</w:t>
            </w:r>
            <w:r w:rsidR="00E57579" w:rsidRPr="00B2112D">
              <w:rPr>
                <w:rFonts w:ascii="Corbel" w:hAnsi="Corbel"/>
                <w:b w:val="0"/>
                <w:smallCaps w:val="0"/>
                <w:szCs w:val="24"/>
              </w:rPr>
              <w:t>dologii</w:t>
            </w:r>
            <w:r w:rsidR="00421CDB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badań społecznych, pedagogicznych. </w:t>
            </w:r>
          </w:p>
        </w:tc>
      </w:tr>
    </w:tbl>
    <w:p w14:paraId="0599FD6A" w14:textId="77777777" w:rsidR="00153C41" w:rsidRPr="00B2112D" w:rsidRDefault="002F180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 xml:space="preserve"> </w:t>
      </w:r>
    </w:p>
    <w:p w14:paraId="7F9B8DF7" w14:textId="77777777" w:rsidR="0085747A" w:rsidRPr="00B211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112D">
        <w:rPr>
          <w:rFonts w:ascii="Corbel" w:hAnsi="Corbel"/>
          <w:szCs w:val="24"/>
        </w:rPr>
        <w:t>3.</w:t>
      </w:r>
      <w:r w:rsidR="00A84C85" w:rsidRPr="00B2112D">
        <w:rPr>
          <w:rFonts w:ascii="Corbel" w:hAnsi="Corbel"/>
          <w:szCs w:val="24"/>
        </w:rPr>
        <w:t>cele, efekty uczenia się</w:t>
      </w:r>
      <w:r w:rsidR="0085747A" w:rsidRPr="00B2112D">
        <w:rPr>
          <w:rFonts w:ascii="Corbel" w:hAnsi="Corbel"/>
          <w:szCs w:val="24"/>
        </w:rPr>
        <w:t xml:space="preserve"> , treści Programowe i stosowane metody Dydaktyczne</w:t>
      </w:r>
    </w:p>
    <w:p w14:paraId="0DA2415B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B20705" w14:textId="77777777" w:rsidR="00F83B28" w:rsidRPr="00B2112D" w:rsidRDefault="0071620A" w:rsidP="00C12940">
      <w:pPr>
        <w:pStyle w:val="Podpunkty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3.1 </w:t>
      </w:r>
      <w:r w:rsidR="00C05F44" w:rsidRPr="00B2112D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24364" w:rsidRPr="00B2112D" w14:paraId="13567A00" w14:textId="77777777" w:rsidTr="00C24364">
        <w:tc>
          <w:tcPr>
            <w:tcW w:w="845" w:type="dxa"/>
            <w:vAlign w:val="center"/>
          </w:tcPr>
          <w:p w14:paraId="5CC3FED1" w14:textId="77777777"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14:paraId="66137403" w14:textId="77777777" w:rsidR="00C24364" w:rsidRPr="00B2112D" w:rsidRDefault="00722950" w:rsidP="007229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Pogłębienie wybranego problemu badawczego poprzez przygotowanie pracy magisterskiej z wykorzystaniem wiedzy i umiejętności wyniesionych  ze studiów. </w:t>
            </w:r>
          </w:p>
        </w:tc>
      </w:tr>
      <w:tr w:rsidR="00C24364" w:rsidRPr="00B2112D" w14:paraId="0A5348F0" w14:textId="77777777" w:rsidTr="00C24364">
        <w:tc>
          <w:tcPr>
            <w:tcW w:w="845" w:type="dxa"/>
            <w:vAlign w:val="center"/>
          </w:tcPr>
          <w:p w14:paraId="7792FC7B" w14:textId="77777777" w:rsidR="00C24364" w:rsidRPr="00B2112D" w:rsidRDefault="00C24364" w:rsidP="00C12940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CECFA83" w14:textId="77777777" w:rsidR="00C24364" w:rsidRPr="00B2112D" w:rsidRDefault="00C24364" w:rsidP="003F434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</w:t>
            </w:r>
            <w:r w:rsidR="003F4346"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samodzielnej pracy z tekstem naukowym, samodzielnego wyszukiwania literatury  związanej z określonym tematem, samodzielnego zbierania i analizowania danych  związanych ze sformułowanym problemem badawczym. </w:t>
            </w:r>
          </w:p>
        </w:tc>
      </w:tr>
      <w:tr w:rsidR="00C24364" w:rsidRPr="00B2112D" w14:paraId="5212E295" w14:textId="77777777" w:rsidTr="00C24364">
        <w:tc>
          <w:tcPr>
            <w:tcW w:w="845" w:type="dxa"/>
            <w:vAlign w:val="center"/>
          </w:tcPr>
          <w:p w14:paraId="3821CE65" w14:textId="77777777" w:rsidR="00C24364" w:rsidRPr="00B2112D" w:rsidRDefault="00C24364" w:rsidP="00C1294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3F7BCCE" w14:textId="77777777" w:rsidR="00C24364" w:rsidRPr="00B2112D" w:rsidRDefault="00486C3E" w:rsidP="00C2436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>Przygotowanie d</w:t>
            </w:r>
            <w:r w:rsidR="00385842" w:rsidRPr="00B2112D">
              <w:rPr>
                <w:rFonts w:ascii="Corbel" w:hAnsi="Corbel"/>
                <w:b w:val="0"/>
                <w:bCs/>
                <w:sz w:val="24"/>
                <w:szCs w:val="24"/>
              </w:rPr>
              <w:t>o redagowania własnego tekstu (p</w:t>
            </w:r>
            <w:r w:rsidRPr="00B2112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racy magisterskiej). </w:t>
            </w:r>
          </w:p>
        </w:tc>
      </w:tr>
    </w:tbl>
    <w:p w14:paraId="398B4D5D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23BD75" w14:textId="77777777" w:rsidR="001D7B54" w:rsidRPr="00B2112D" w:rsidRDefault="009F4610" w:rsidP="00B95ED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3.2 </w:t>
      </w:r>
      <w:r w:rsidR="001D7B54" w:rsidRPr="00B2112D">
        <w:rPr>
          <w:rFonts w:ascii="Corbel" w:hAnsi="Corbel"/>
          <w:b/>
          <w:sz w:val="24"/>
          <w:szCs w:val="24"/>
        </w:rPr>
        <w:t xml:space="preserve">Efekty </w:t>
      </w:r>
      <w:r w:rsidR="00C05F44" w:rsidRPr="00B211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2112D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2112D" w14:paraId="5DFB3F36" w14:textId="77777777" w:rsidTr="00360142">
        <w:tc>
          <w:tcPr>
            <w:tcW w:w="1681" w:type="dxa"/>
            <w:vAlign w:val="center"/>
          </w:tcPr>
          <w:p w14:paraId="6627EEB8" w14:textId="77777777" w:rsidR="0085747A" w:rsidRPr="00B211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211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4FDF20C" w14:textId="77777777"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D3B6ABC" w14:textId="77777777" w:rsidR="0085747A" w:rsidRPr="00B211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B211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12940" w:rsidRPr="00B2112D" w14:paraId="6B350109" w14:textId="77777777" w:rsidTr="00360142">
        <w:tc>
          <w:tcPr>
            <w:tcW w:w="1681" w:type="dxa"/>
            <w:vAlign w:val="center"/>
          </w:tcPr>
          <w:p w14:paraId="0AB4E8D7" w14:textId="77777777" w:rsidR="00C12940" w:rsidRPr="00B2112D" w:rsidRDefault="00C1294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59553AFF" w14:textId="77777777"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14:paraId="35C54000" w14:textId="77777777" w:rsidR="00C12940" w:rsidRPr="00B2112D" w:rsidRDefault="00C1294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112D" w14:paraId="2EC6BADA" w14:textId="77777777" w:rsidTr="00C12940">
        <w:tc>
          <w:tcPr>
            <w:tcW w:w="1681" w:type="dxa"/>
            <w:vAlign w:val="center"/>
          </w:tcPr>
          <w:p w14:paraId="6B75A995" w14:textId="77777777"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BF7A7F3" w14:textId="77777777" w:rsidR="0085747A" w:rsidRPr="00B2112D" w:rsidRDefault="00C12940" w:rsidP="007C69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charakteryzuje problematykę</w:t>
            </w:r>
            <w:r w:rsidR="002863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7C696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  zakresu  pedagogiki specjalnej,  w tym szczególnie z zakresu wybranej tematyki  </w:t>
            </w:r>
          </w:p>
        </w:tc>
        <w:tc>
          <w:tcPr>
            <w:tcW w:w="1865" w:type="dxa"/>
            <w:vAlign w:val="center"/>
          </w:tcPr>
          <w:p w14:paraId="06F2E1A2" w14:textId="77777777"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3</w:t>
            </w:r>
          </w:p>
        </w:tc>
      </w:tr>
      <w:tr w:rsidR="0085747A" w:rsidRPr="00B2112D" w14:paraId="705A50B1" w14:textId="77777777" w:rsidTr="00C12940">
        <w:tc>
          <w:tcPr>
            <w:tcW w:w="1681" w:type="dxa"/>
            <w:vAlign w:val="center"/>
          </w:tcPr>
          <w:p w14:paraId="18FAFD1D" w14:textId="77777777"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FCCF2AF" w14:textId="77777777" w:rsidR="0085747A" w:rsidRPr="00B2112D" w:rsidRDefault="00C12940" w:rsidP="00EC6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42163" w:rsidRPr="00B2112D">
              <w:rPr>
                <w:rFonts w:ascii="Corbel" w:hAnsi="Corbel"/>
                <w:b w:val="0"/>
                <w:smallCaps w:val="0"/>
                <w:szCs w:val="24"/>
              </w:rPr>
              <w:t>mówi współczesn</w:t>
            </w:r>
            <w:r w:rsidR="00EC6ABD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ą metodologię badań naukowych </w:t>
            </w:r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w naukach pedagogicznych i społecznych, zasady projektowania i prowadzenia badań naukowych  w zakresie pedagogiki specjalnej   z uwzględnieniem postulatu </w:t>
            </w:r>
            <w:proofErr w:type="spellStart"/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>wieloparadygmatyczności</w:t>
            </w:r>
            <w:proofErr w:type="spellEnd"/>
            <w:r w:rsidR="002E78B8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  <w:vAlign w:val="center"/>
          </w:tcPr>
          <w:p w14:paraId="248729C6" w14:textId="77777777" w:rsidR="0085747A" w:rsidRPr="00B2112D" w:rsidRDefault="00E25656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</w:tr>
      <w:tr w:rsidR="00360142" w:rsidRPr="00B2112D" w14:paraId="4822CBE7" w14:textId="77777777" w:rsidTr="00C12940">
        <w:tc>
          <w:tcPr>
            <w:tcW w:w="1681" w:type="dxa"/>
            <w:vAlign w:val="center"/>
          </w:tcPr>
          <w:p w14:paraId="53D6863E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7E8E0BF" w14:textId="77777777" w:rsidR="00360142" w:rsidRPr="00B2112D" w:rsidRDefault="00C12940" w:rsidP="00EE51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E514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charakteryzuje  metodologiczne założenia  i zasady oraz etyczne normy projektowania i realizacji badań naukowych w zakresie pedagogiki specjalnej. </w:t>
            </w:r>
          </w:p>
        </w:tc>
        <w:tc>
          <w:tcPr>
            <w:tcW w:w="1865" w:type="dxa"/>
            <w:vAlign w:val="center"/>
          </w:tcPr>
          <w:p w14:paraId="6C02F2A0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360142" w:rsidRPr="00B2112D" w14:paraId="35A89130" w14:textId="77777777" w:rsidTr="00C12940">
        <w:tc>
          <w:tcPr>
            <w:tcW w:w="1681" w:type="dxa"/>
            <w:vAlign w:val="center"/>
          </w:tcPr>
          <w:p w14:paraId="79F5266B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CFDE57" w14:textId="77777777" w:rsidR="00360142" w:rsidRPr="00B2112D" w:rsidRDefault="00E01241" w:rsidP="002863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Omówi zasady ochrony własności intelektualnej. </w:t>
            </w:r>
          </w:p>
        </w:tc>
        <w:tc>
          <w:tcPr>
            <w:tcW w:w="1865" w:type="dxa"/>
            <w:vAlign w:val="center"/>
          </w:tcPr>
          <w:p w14:paraId="5D919907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W16</w:t>
            </w:r>
          </w:p>
        </w:tc>
      </w:tr>
      <w:tr w:rsidR="00360142" w:rsidRPr="00B2112D" w14:paraId="0E9A4816" w14:textId="77777777" w:rsidTr="00C12940">
        <w:tc>
          <w:tcPr>
            <w:tcW w:w="1681" w:type="dxa"/>
            <w:vAlign w:val="center"/>
          </w:tcPr>
          <w:p w14:paraId="1ED6AAA4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C5D2501" w14:textId="77777777" w:rsidR="00360142" w:rsidRPr="00B2112D" w:rsidRDefault="007D5512" w:rsidP="00936F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9F7F09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rojektuje </w:t>
            </w:r>
            <w:r w:rsidR="00936FF1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 rozróżnia orientacje metodologiczne, formułuje cele i problemy badawcze, dokonuje doboru adekwatnych metod i technik, konstruuje narzędzia badawcze, opracowuje i prezentuje, dokonuje interpretacji wyników badań , wyciąga wnioski, wskazuje kierunki dalszych badań w obrębie wybranej tematyki. </w:t>
            </w:r>
          </w:p>
        </w:tc>
        <w:tc>
          <w:tcPr>
            <w:tcW w:w="1865" w:type="dxa"/>
            <w:vAlign w:val="center"/>
          </w:tcPr>
          <w:p w14:paraId="0C615F86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U3</w:t>
            </w:r>
          </w:p>
        </w:tc>
      </w:tr>
      <w:tr w:rsidR="00360142" w:rsidRPr="00B2112D" w14:paraId="49C6443A" w14:textId="77777777" w:rsidTr="00C12940">
        <w:tc>
          <w:tcPr>
            <w:tcW w:w="1681" w:type="dxa"/>
            <w:vAlign w:val="center"/>
          </w:tcPr>
          <w:p w14:paraId="4FCC3481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80721C3" w14:textId="77777777" w:rsidR="00360142" w:rsidRPr="00B2112D" w:rsidRDefault="00C12940" w:rsidP="00C03F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3FE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otrafi współpracować z członkami zespołów badawczych  na etapie projektowania i realizacji badań naukowych. </w:t>
            </w:r>
          </w:p>
        </w:tc>
        <w:tc>
          <w:tcPr>
            <w:tcW w:w="1865" w:type="dxa"/>
            <w:vAlign w:val="center"/>
          </w:tcPr>
          <w:p w14:paraId="74A71B11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PS.U</w:t>
            </w:r>
            <w:r w:rsidR="00B533F9" w:rsidRPr="00B2112D">
              <w:rPr>
                <w:rFonts w:ascii="Corbel" w:hAnsi="Corbel"/>
                <w:b w:val="0"/>
                <w:bCs/>
                <w:szCs w:val="24"/>
              </w:rPr>
              <w:t>15</w:t>
            </w:r>
          </w:p>
        </w:tc>
      </w:tr>
      <w:tr w:rsidR="00360142" w:rsidRPr="00B2112D" w14:paraId="651D9B46" w14:textId="77777777" w:rsidTr="00C12940">
        <w:tc>
          <w:tcPr>
            <w:tcW w:w="1681" w:type="dxa"/>
            <w:vAlign w:val="center"/>
          </w:tcPr>
          <w:p w14:paraId="56343205" w14:textId="77777777" w:rsidR="00360142" w:rsidRPr="00B2112D" w:rsidRDefault="0036014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2B6FD890" w14:textId="77777777" w:rsidR="00360142" w:rsidRPr="00B2112D" w:rsidRDefault="00C12940" w:rsidP="003601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>otrafi doceniać dorobek badań naukowych w zakresie pedagogiki specjalnej i ich poszerzania o nowe obsz</w:t>
            </w:r>
            <w:r w:rsidR="00BF01B0" w:rsidRPr="00B2112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B4AD4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ry i procedury badawcze. </w:t>
            </w:r>
          </w:p>
        </w:tc>
        <w:tc>
          <w:tcPr>
            <w:tcW w:w="1865" w:type="dxa"/>
            <w:vAlign w:val="center"/>
          </w:tcPr>
          <w:p w14:paraId="7CD3D19E" w14:textId="77777777" w:rsidR="00360142" w:rsidRPr="00B2112D" w:rsidRDefault="00B533F9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2112D">
              <w:rPr>
                <w:rFonts w:ascii="Corbel" w:hAnsi="Corbel"/>
                <w:b w:val="0"/>
                <w:bCs/>
                <w:szCs w:val="24"/>
              </w:rPr>
              <w:t>PS.K8</w:t>
            </w:r>
            <w:r w:rsidR="00360142" w:rsidRPr="00B2112D">
              <w:rPr>
                <w:rFonts w:ascii="Corbel" w:hAnsi="Corbel"/>
                <w:b w:val="0"/>
                <w:bCs/>
                <w:szCs w:val="24"/>
              </w:rPr>
              <w:t>.</w:t>
            </w:r>
          </w:p>
        </w:tc>
      </w:tr>
    </w:tbl>
    <w:p w14:paraId="3BDAB674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965ACE" w14:textId="77777777" w:rsidR="0085747A" w:rsidRPr="00B211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2112D">
        <w:rPr>
          <w:rFonts w:ascii="Corbel" w:hAnsi="Corbel"/>
          <w:b/>
          <w:sz w:val="24"/>
          <w:szCs w:val="24"/>
        </w:rPr>
        <w:t>T</w:t>
      </w:r>
      <w:r w:rsidR="001D7B54" w:rsidRPr="00B2112D">
        <w:rPr>
          <w:rFonts w:ascii="Corbel" w:hAnsi="Corbel"/>
          <w:b/>
          <w:sz w:val="24"/>
          <w:szCs w:val="24"/>
        </w:rPr>
        <w:t xml:space="preserve">reści programowe </w:t>
      </w:r>
    </w:p>
    <w:p w14:paraId="3326626F" w14:textId="77777777" w:rsidR="00B95ED8" w:rsidRPr="00B2112D" w:rsidRDefault="00B95ED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29B0EBE" w14:textId="77777777" w:rsidR="0085747A" w:rsidRPr="00B2112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Problematyka wykładu </w:t>
      </w:r>
    </w:p>
    <w:p w14:paraId="719187BB" w14:textId="77777777" w:rsidR="00675843" w:rsidRPr="00B2112D" w:rsidRDefault="00C12940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>nie dotyczy</w:t>
      </w:r>
    </w:p>
    <w:p w14:paraId="771102AC" w14:textId="77777777" w:rsidR="0085747A" w:rsidRPr="00B211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A0767F" w14:textId="77777777" w:rsidR="0085747A" w:rsidRPr="00B2112D" w:rsidRDefault="0085747A" w:rsidP="00C1294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112D">
        <w:rPr>
          <w:rFonts w:ascii="Corbel" w:hAnsi="Corbel"/>
          <w:sz w:val="24"/>
          <w:szCs w:val="24"/>
        </w:rPr>
        <w:t xml:space="preserve">Problematyka </w:t>
      </w:r>
      <w:r w:rsidR="00C12940" w:rsidRPr="00B2112D">
        <w:rPr>
          <w:rFonts w:ascii="Corbel" w:hAnsi="Corbel"/>
          <w:sz w:val="24"/>
          <w:szCs w:val="24"/>
        </w:rPr>
        <w:t>seminarium</w:t>
      </w:r>
      <w:r w:rsidRPr="00B2112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112D" w14:paraId="22C625CE" w14:textId="77777777" w:rsidTr="007D5512">
        <w:tc>
          <w:tcPr>
            <w:tcW w:w="9520" w:type="dxa"/>
          </w:tcPr>
          <w:p w14:paraId="40EEC346" w14:textId="77777777" w:rsidR="0085747A" w:rsidRPr="00B211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Treści merytoryczne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D5512" w:rsidRPr="00B2112D" w14:paraId="24FE1468" w14:textId="77777777" w:rsidTr="007D5512">
        <w:tc>
          <w:tcPr>
            <w:tcW w:w="9520" w:type="dxa"/>
          </w:tcPr>
          <w:p w14:paraId="26A50D5B" w14:textId="77777777" w:rsidR="007D5512" w:rsidRPr="00B2112D" w:rsidRDefault="00C12940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>dyplomowa</w:t>
            </w:r>
            <w:r w:rsidR="004077A7" w:rsidRPr="00B2112D">
              <w:rPr>
                <w:rFonts w:ascii="Corbel" w:hAnsi="Corbel"/>
                <w:sz w:val="24"/>
                <w:szCs w:val="24"/>
              </w:rPr>
              <w:t xml:space="preserve">, jej znaczenie w procesie studiowania,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cele zadania seminarium </w:t>
            </w:r>
            <w:r w:rsidR="00484879" w:rsidRPr="00B2112D">
              <w:rPr>
                <w:rFonts w:ascii="Corbel" w:hAnsi="Corbel"/>
                <w:sz w:val="24"/>
                <w:szCs w:val="24"/>
              </w:rPr>
              <w:t xml:space="preserve">dyplomowego. Problematyka. Warunki zaliczenia. </w:t>
            </w:r>
          </w:p>
        </w:tc>
      </w:tr>
      <w:tr w:rsidR="007D5512" w:rsidRPr="00B2112D" w14:paraId="36DEC756" w14:textId="77777777" w:rsidTr="007D5512">
        <w:tc>
          <w:tcPr>
            <w:tcW w:w="9520" w:type="dxa"/>
          </w:tcPr>
          <w:p w14:paraId="4261A409" w14:textId="77777777" w:rsidR="007D5512" w:rsidRPr="00B2112D" w:rsidRDefault="00B918FE" w:rsidP="00C12940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bookmarkStart w:id="0" w:name="_Hlk31140420"/>
            <w:r w:rsidRPr="00B2112D">
              <w:rPr>
                <w:rFonts w:ascii="Corbel" w:hAnsi="Corbel"/>
                <w:sz w:val="24"/>
                <w:szCs w:val="24"/>
              </w:rPr>
              <w:t xml:space="preserve">Uwarunkowania doboru tematyki badawczej/zainteresowania, techniczne możliwości prowadzenia badań itp./. 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>Propozycje tematyki badawczej, wybór, sprecyzowanie tematu pracy</w:t>
            </w:r>
            <w:r w:rsidR="00014EB5" w:rsidRPr="00B2112D">
              <w:rPr>
                <w:rFonts w:ascii="Corbel" w:hAnsi="Corbel"/>
                <w:sz w:val="24"/>
                <w:szCs w:val="24"/>
              </w:rPr>
              <w:t>/</w:t>
            </w:r>
            <w:r w:rsidR="003A421F" w:rsidRPr="00B2112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bookmarkEnd w:id="0"/>
      <w:tr w:rsidR="007D5512" w:rsidRPr="00B2112D" w14:paraId="3C257A72" w14:textId="77777777" w:rsidTr="007D5512">
        <w:tc>
          <w:tcPr>
            <w:tcW w:w="9520" w:type="dxa"/>
          </w:tcPr>
          <w:p w14:paraId="1B91EE75" w14:textId="77777777" w:rsidR="007D5512" w:rsidRPr="00B2112D" w:rsidRDefault="003F4FB3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i metody doboru literat</w:t>
            </w:r>
            <w:r w:rsidR="00CE78F6" w:rsidRPr="00B2112D">
              <w:rPr>
                <w:rFonts w:ascii="Corbel" w:hAnsi="Corbel"/>
                <w:sz w:val="24"/>
                <w:szCs w:val="24"/>
              </w:rPr>
              <w:t xml:space="preserve">ury przedmiotu, praca z tekstem naukowym, metody analizy tekstu naukowego, sporządzania wypisów z literatury, zasady wykorzystania tekstów autorów w opracowaniu własnym.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6E8" w:rsidRPr="00B2112D">
              <w:rPr>
                <w:rFonts w:ascii="Corbel" w:hAnsi="Corbel"/>
                <w:sz w:val="24"/>
                <w:szCs w:val="24"/>
              </w:rPr>
              <w:t xml:space="preserve">Zasady analizy literatury przedmiotu. </w:t>
            </w:r>
          </w:p>
          <w:p w14:paraId="4875CB88" w14:textId="77777777" w:rsidR="00403200" w:rsidRPr="00B2112D" w:rsidRDefault="00403200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-Opracowanie koncepcji badań własnych – rozdział metodologiczny pracy.</w:t>
            </w:r>
          </w:p>
          <w:p w14:paraId="6A0DEFC1" w14:textId="77777777" w:rsidR="00E30037" w:rsidRPr="00B2112D" w:rsidRDefault="00E3003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pisania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tekstów nauko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wych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>-</w:t>
            </w:r>
            <w:r w:rsidR="00C12940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AD2F9E" w:rsidRPr="00B2112D">
              <w:rPr>
                <w:rFonts w:ascii="Corbel" w:hAnsi="Corbel"/>
                <w:sz w:val="24"/>
                <w:szCs w:val="24"/>
              </w:rPr>
              <w:t xml:space="preserve">etyczne i techniczne. Rodzaje literatury przedmiotu. </w:t>
            </w:r>
            <w:r w:rsidR="00DE5517" w:rsidRPr="00B2112D">
              <w:rPr>
                <w:rFonts w:ascii="Corbel" w:hAnsi="Corbel"/>
                <w:sz w:val="24"/>
                <w:szCs w:val="24"/>
              </w:rPr>
              <w:t xml:space="preserve">Poszukiwanie, gromadzenie, analiza literatury przedmiotu. </w:t>
            </w:r>
          </w:p>
          <w:p w14:paraId="33B3A6AA" w14:textId="77777777" w:rsidR="00761035" w:rsidRPr="00B2112D" w:rsidRDefault="00761035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-Określenie celu i przedmiotu badań  własnych, 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>sformułowanie problemów i hipotez badawczych, opracowanie koncepcji badań. Dobór zmiennych i wskaźników, dobór metod i technik badawczych. Opracowanie narzędzi badawczych. Przygotowanie badań pilo</w:t>
            </w:r>
            <w:r w:rsidR="00F2097B" w:rsidRPr="00B2112D">
              <w:rPr>
                <w:rFonts w:ascii="Corbel" w:hAnsi="Corbel"/>
                <w:sz w:val="24"/>
                <w:szCs w:val="24"/>
              </w:rPr>
              <w:t>taż</w:t>
            </w:r>
            <w:r w:rsidR="00E37748" w:rsidRPr="00B2112D">
              <w:rPr>
                <w:rFonts w:ascii="Corbel" w:hAnsi="Corbel"/>
                <w:sz w:val="24"/>
                <w:szCs w:val="24"/>
              </w:rPr>
              <w:t xml:space="preserve">owych. </w:t>
            </w:r>
          </w:p>
          <w:p w14:paraId="0E0DA2A6" w14:textId="77777777" w:rsidR="00F168C7" w:rsidRPr="00B2112D" w:rsidRDefault="00F168C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Prezentacja wyników analizy literatury przedmiotu –referowanie i analiza merytorycznych problemów podjętych problemów indywidualnych. </w:t>
            </w:r>
            <w:r w:rsidR="00D22513" w:rsidRPr="00B2112D">
              <w:rPr>
                <w:rFonts w:ascii="Corbel" w:hAnsi="Corbel"/>
                <w:sz w:val="24"/>
                <w:szCs w:val="24"/>
              </w:rPr>
              <w:t xml:space="preserve">Struktura części teoretycznej pracy, konstruowanie rozdziałów i podrozdziałów. </w:t>
            </w:r>
            <w:r w:rsidR="00034D08" w:rsidRPr="00B2112D">
              <w:rPr>
                <w:rFonts w:ascii="Corbel" w:hAnsi="Corbel"/>
                <w:sz w:val="24"/>
                <w:szCs w:val="24"/>
              </w:rPr>
              <w:t xml:space="preserve">Redagowanie części teoretycznej, właściwy układ i struktura treści, strukturalizowanie treści. </w:t>
            </w:r>
          </w:p>
        </w:tc>
      </w:tr>
      <w:tr w:rsidR="007D5512" w:rsidRPr="00B2112D" w14:paraId="49E592C6" w14:textId="77777777" w:rsidTr="007D5512">
        <w:tc>
          <w:tcPr>
            <w:tcW w:w="9520" w:type="dxa"/>
          </w:tcPr>
          <w:p w14:paraId="04D72D7A" w14:textId="77777777" w:rsidR="007D5512" w:rsidRPr="00B2112D" w:rsidRDefault="00BC4897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SEMESTR III </w:t>
            </w:r>
            <w:r w:rsidR="007066C6" w:rsidRPr="00B2112D">
              <w:rPr>
                <w:rFonts w:ascii="Corbel" w:hAnsi="Corbel"/>
                <w:sz w:val="24"/>
                <w:szCs w:val="24"/>
              </w:rPr>
              <w:t>i IV</w:t>
            </w:r>
          </w:p>
          <w:p w14:paraId="4DF84E6D" w14:textId="77777777" w:rsidR="00BC4897" w:rsidRPr="00B2112D" w:rsidRDefault="00B4055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-Omówienie wyników badan pilotażowych. Weryfikacja </w:t>
            </w:r>
            <w:r w:rsidR="00360D0C" w:rsidRPr="00B2112D">
              <w:rPr>
                <w:rFonts w:ascii="Corbel" w:hAnsi="Corbel"/>
                <w:sz w:val="24"/>
                <w:szCs w:val="24"/>
              </w:rPr>
              <w:t>narzędzi badawczych. Uzasadnienie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hipotez roboczych.</w:t>
            </w:r>
            <w:r w:rsidR="00E50D96" w:rsidRPr="00B2112D">
              <w:rPr>
                <w:rFonts w:ascii="Corbel" w:hAnsi="Corbel"/>
                <w:sz w:val="24"/>
                <w:szCs w:val="24"/>
              </w:rPr>
              <w:t xml:space="preserve"> Opracowanie procedury badań. 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Prowadzenie badań zasadniczych.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Zasady merytoryczne i etyczne prowadzenia badań naukowych. </w:t>
            </w:r>
          </w:p>
        </w:tc>
      </w:tr>
      <w:tr w:rsidR="007D5512" w:rsidRPr="00B2112D" w14:paraId="3A13A25A" w14:textId="77777777" w:rsidTr="007D5512">
        <w:tc>
          <w:tcPr>
            <w:tcW w:w="9520" w:type="dxa"/>
          </w:tcPr>
          <w:p w14:paraId="073C9458" w14:textId="77777777" w:rsidR="007D5512" w:rsidRPr="00B2112D" w:rsidRDefault="00746299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 Sprawozdanie z prowadzenia badań. </w:t>
            </w:r>
            <w:r w:rsidR="00007A00" w:rsidRPr="00B2112D">
              <w:rPr>
                <w:rFonts w:ascii="Corbel" w:hAnsi="Corbel"/>
                <w:sz w:val="24"/>
                <w:szCs w:val="24"/>
              </w:rPr>
              <w:t xml:space="preserve">Analiza ilościowa i jakościowa zebranego materiału empirycznego. </w:t>
            </w:r>
          </w:p>
        </w:tc>
      </w:tr>
      <w:tr w:rsidR="007D5512" w:rsidRPr="00B2112D" w14:paraId="4F3C0ED1" w14:textId="77777777" w:rsidTr="007D5512">
        <w:tc>
          <w:tcPr>
            <w:tcW w:w="9520" w:type="dxa"/>
          </w:tcPr>
          <w:p w14:paraId="1E481AE2" w14:textId="77777777" w:rsidR="007D5512" w:rsidRPr="00B2112D" w:rsidRDefault="00BE1C8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opracowania wyników badań.  </w:t>
            </w:r>
          </w:p>
        </w:tc>
      </w:tr>
      <w:tr w:rsidR="007D5512" w:rsidRPr="00B2112D" w14:paraId="0745ABAE" w14:textId="77777777" w:rsidTr="007D5512">
        <w:tc>
          <w:tcPr>
            <w:tcW w:w="9520" w:type="dxa"/>
          </w:tcPr>
          <w:p w14:paraId="4E11430A" w14:textId="77777777"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Zasady etyczne w pracy z osobami przejawiającymi zachowania trudne.</w:t>
            </w:r>
          </w:p>
        </w:tc>
      </w:tr>
      <w:tr w:rsidR="007D5512" w:rsidRPr="00B2112D" w14:paraId="7481F7DF" w14:textId="77777777" w:rsidTr="007D5512">
        <w:tc>
          <w:tcPr>
            <w:tcW w:w="9520" w:type="dxa"/>
          </w:tcPr>
          <w:p w14:paraId="16D7EBE9" w14:textId="77777777" w:rsidR="007D5512" w:rsidRPr="00B2112D" w:rsidRDefault="00285406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Kontrola i ocena poziomu przeprowadzonych analiz teoretycznych i empirycznych. </w:t>
            </w:r>
          </w:p>
        </w:tc>
      </w:tr>
      <w:tr w:rsidR="007D5512" w:rsidRPr="00B2112D" w14:paraId="15A438DF" w14:textId="77777777" w:rsidTr="007D5512">
        <w:tc>
          <w:tcPr>
            <w:tcW w:w="9520" w:type="dxa"/>
          </w:tcPr>
          <w:p w14:paraId="390F28FD" w14:textId="77777777" w:rsidR="007D5512" w:rsidRPr="00B2112D" w:rsidRDefault="005D64EC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Weryfikacja hipotez, formułowanie  wniosków i uogólnień. </w:t>
            </w:r>
          </w:p>
        </w:tc>
      </w:tr>
      <w:tr w:rsidR="001A02D8" w:rsidRPr="00B2112D" w14:paraId="56B08A2D" w14:textId="77777777" w:rsidTr="007D5512">
        <w:tc>
          <w:tcPr>
            <w:tcW w:w="9520" w:type="dxa"/>
          </w:tcPr>
          <w:p w14:paraId="58267703" w14:textId="77777777" w:rsidR="001A02D8" w:rsidRPr="00B2112D" w:rsidRDefault="0061257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Redagowanie części empirycznej pracy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 dyplomowej. </w:t>
            </w:r>
          </w:p>
        </w:tc>
      </w:tr>
      <w:tr w:rsidR="007D5512" w:rsidRPr="00B2112D" w14:paraId="379C6576" w14:textId="77777777" w:rsidTr="007D5512">
        <w:tc>
          <w:tcPr>
            <w:tcW w:w="9520" w:type="dxa"/>
          </w:tcPr>
          <w:p w14:paraId="4DB1C341" w14:textId="77777777" w:rsidR="007D5512" w:rsidRPr="00B2112D" w:rsidRDefault="007D5512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R</w:t>
            </w:r>
            <w:r w:rsidR="00F97669" w:rsidRPr="00B2112D">
              <w:rPr>
                <w:rFonts w:ascii="Corbel" w:hAnsi="Corbel"/>
                <w:sz w:val="24"/>
                <w:szCs w:val="24"/>
              </w:rPr>
              <w:t xml:space="preserve">edagowanie wstępu i zakończenia pracy dyplomowej. </w:t>
            </w:r>
          </w:p>
        </w:tc>
      </w:tr>
      <w:tr w:rsidR="007D5512" w:rsidRPr="00B2112D" w14:paraId="78BD4712" w14:textId="77777777" w:rsidTr="007D5512">
        <w:tc>
          <w:tcPr>
            <w:tcW w:w="9520" w:type="dxa"/>
          </w:tcPr>
          <w:p w14:paraId="05ED3956" w14:textId="77777777" w:rsidR="007D5512" w:rsidRPr="00B2112D" w:rsidRDefault="006314B8" w:rsidP="00C1294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Zasady konstruowania biografii. Sporządzanie bibliografii, załączników, materiału ilustracyjnego. </w:t>
            </w:r>
            <w:r w:rsidR="00931054" w:rsidRPr="00B2112D">
              <w:rPr>
                <w:rFonts w:ascii="Corbel" w:hAnsi="Corbel"/>
                <w:sz w:val="24"/>
                <w:szCs w:val="24"/>
              </w:rPr>
              <w:t xml:space="preserve">Znaczenie i konstruowanie  aneksów w pracy dyplomowej. </w:t>
            </w:r>
          </w:p>
        </w:tc>
      </w:tr>
      <w:tr w:rsidR="0085747A" w:rsidRPr="00B2112D" w14:paraId="4496331F" w14:textId="77777777" w:rsidTr="007D5512">
        <w:tc>
          <w:tcPr>
            <w:tcW w:w="9520" w:type="dxa"/>
          </w:tcPr>
          <w:p w14:paraId="105C6B89" w14:textId="77777777" w:rsidR="0085747A" w:rsidRPr="00B2112D" w:rsidRDefault="002B2C9A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Edytorskie opracowanie tekstu pracy dyplomowej. Korekta merytoryczna, techniczna, estetyczna pracy. </w:t>
            </w:r>
            <w:r w:rsidR="006227A6" w:rsidRPr="00B2112D">
              <w:rPr>
                <w:rFonts w:ascii="Corbel" w:hAnsi="Corbel"/>
                <w:sz w:val="24"/>
                <w:szCs w:val="24"/>
              </w:rPr>
              <w:t xml:space="preserve">Ocena przedstawionych opracowań. </w:t>
            </w:r>
          </w:p>
        </w:tc>
      </w:tr>
      <w:tr w:rsidR="0085747A" w:rsidRPr="00B2112D" w14:paraId="5461FF0A" w14:textId="77777777" w:rsidTr="007D5512">
        <w:tc>
          <w:tcPr>
            <w:tcW w:w="9520" w:type="dxa"/>
          </w:tcPr>
          <w:p w14:paraId="5134099F" w14:textId="77777777" w:rsidR="0085747A" w:rsidRPr="00B2112D" w:rsidRDefault="00AA6798" w:rsidP="00C129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Przygotowanie do egzaminu magisterskiego. </w:t>
            </w:r>
          </w:p>
        </w:tc>
      </w:tr>
    </w:tbl>
    <w:p w14:paraId="4E81FA26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6663A3" w14:textId="77777777" w:rsidR="0085747A" w:rsidRPr="00B211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52094A44" w14:textId="77777777" w:rsidR="006305E3" w:rsidRPr="00B2112D" w:rsidRDefault="00C12940" w:rsidP="00C12940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t>p</w:t>
      </w:r>
      <w:r w:rsidR="002D5060" w:rsidRPr="00B2112D">
        <w:rPr>
          <w:rFonts w:ascii="Corbel" w:hAnsi="Corbel"/>
          <w:b w:val="0"/>
          <w:smallCaps w:val="0"/>
          <w:szCs w:val="24"/>
        </w:rPr>
        <w:t xml:space="preserve">ogadanka (konwencjonalna, heurystyczna, metoda problemowa, dyskusja dydaktyczna, metody praktyczne ( seminarium). </w:t>
      </w:r>
    </w:p>
    <w:p w14:paraId="4972FBD4" w14:textId="77777777"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33C7C9" w14:textId="77777777" w:rsidR="00E960BB" w:rsidRPr="00B211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446B4" w14:textId="77777777" w:rsidR="0085747A" w:rsidRPr="00B211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 </w:t>
      </w:r>
      <w:r w:rsidR="0085747A" w:rsidRPr="00B2112D">
        <w:rPr>
          <w:rFonts w:ascii="Corbel" w:hAnsi="Corbel"/>
          <w:smallCaps w:val="0"/>
          <w:szCs w:val="24"/>
        </w:rPr>
        <w:t>METODY I KRYTERIA OCENY</w:t>
      </w:r>
    </w:p>
    <w:p w14:paraId="29995BAE" w14:textId="77777777" w:rsidR="00923D7D" w:rsidRPr="00B211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5EF873" w14:textId="77777777" w:rsidR="0085747A" w:rsidRPr="00B2112D" w:rsidRDefault="0085747A" w:rsidP="00C1294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2112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2112D" w14:paraId="66ACADAD" w14:textId="77777777" w:rsidTr="001A02D8">
        <w:tc>
          <w:tcPr>
            <w:tcW w:w="1962" w:type="dxa"/>
            <w:vAlign w:val="center"/>
          </w:tcPr>
          <w:p w14:paraId="056E569B" w14:textId="77777777" w:rsidR="0085747A" w:rsidRPr="00B211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FD317A" w14:textId="77777777" w:rsidR="0085747A" w:rsidRPr="00B211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6005DD" w14:textId="77777777" w:rsidR="0085747A" w:rsidRPr="00B211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CDC287" w14:textId="77777777" w:rsidR="0085747A" w:rsidRPr="00B2112D" w:rsidRDefault="0085747A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D17A2" w:rsidRPr="00B2112D" w14:paraId="08C44846" w14:textId="77777777" w:rsidTr="000E7AF3">
        <w:tc>
          <w:tcPr>
            <w:tcW w:w="1962" w:type="dxa"/>
          </w:tcPr>
          <w:p w14:paraId="098FB0C6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211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2112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687D571F" w14:textId="77777777" w:rsidR="001D17A2" w:rsidRPr="00B2112D" w:rsidRDefault="00FD3A72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14:paraId="2B842D22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56FB590D" w14:textId="77777777" w:rsidTr="000E7AF3">
        <w:tc>
          <w:tcPr>
            <w:tcW w:w="1962" w:type="dxa"/>
          </w:tcPr>
          <w:p w14:paraId="6D154D84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54BA19C" w14:textId="77777777" w:rsidR="001D17A2" w:rsidRPr="00B2112D" w:rsidRDefault="0034256E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dyskusja, przygotowana praca magisterska</w:t>
            </w:r>
          </w:p>
        </w:tc>
        <w:tc>
          <w:tcPr>
            <w:tcW w:w="2117" w:type="dxa"/>
            <w:vAlign w:val="center"/>
          </w:tcPr>
          <w:p w14:paraId="2183C3CD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7E9DE9EF" w14:textId="77777777" w:rsidTr="000E7AF3">
        <w:tc>
          <w:tcPr>
            <w:tcW w:w="1962" w:type="dxa"/>
          </w:tcPr>
          <w:p w14:paraId="03942FCD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6FA8A69" w14:textId="77777777"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dyskusja</w:t>
            </w:r>
            <w:r w:rsidR="0034256E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, </w:t>
            </w:r>
            <w:r w:rsidR="001C5D13"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Przygotowana  Praca M</w:t>
            </w: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agisterska. </w:t>
            </w:r>
          </w:p>
        </w:tc>
        <w:tc>
          <w:tcPr>
            <w:tcW w:w="2117" w:type="dxa"/>
            <w:vAlign w:val="center"/>
          </w:tcPr>
          <w:p w14:paraId="349CCE2A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575B1F7F" w14:textId="77777777" w:rsidTr="000E7AF3">
        <w:tc>
          <w:tcPr>
            <w:tcW w:w="1962" w:type="dxa"/>
          </w:tcPr>
          <w:p w14:paraId="0B247D60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1EA6F9E" w14:textId="77777777" w:rsidR="001D17A2" w:rsidRPr="00B2112D" w:rsidRDefault="00AE64F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14:paraId="69C8CC86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5DEEF799" w14:textId="77777777" w:rsidTr="000E7AF3">
        <w:tc>
          <w:tcPr>
            <w:tcW w:w="1962" w:type="dxa"/>
          </w:tcPr>
          <w:p w14:paraId="5DD43DC7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252D1B0" w14:textId="77777777" w:rsidR="001D17A2" w:rsidRPr="00B2112D" w:rsidRDefault="00CD2C04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Referat, praca magisterska.</w:t>
            </w:r>
          </w:p>
        </w:tc>
        <w:tc>
          <w:tcPr>
            <w:tcW w:w="2117" w:type="dxa"/>
            <w:vAlign w:val="center"/>
          </w:tcPr>
          <w:p w14:paraId="2E4310F9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D17A2" w:rsidRPr="00B2112D" w14:paraId="1804F177" w14:textId="77777777" w:rsidTr="000E7AF3">
        <w:tc>
          <w:tcPr>
            <w:tcW w:w="1962" w:type="dxa"/>
          </w:tcPr>
          <w:p w14:paraId="339D8BF0" w14:textId="77777777" w:rsidR="001D17A2" w:rsidRPr="00B2112D" w:rsidRDefault="001D17A2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E0E4A7B" w14:textId="77777777" w:rsidR="001D17A2" w:rsidRPr="00B2112D" w:rsidRDefault="009628FA" w:rsidP="001D17A2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14:paraId="454C37C9" w14:textId="77777777" w:rsidR="001D17A2" w:rsidRPr="00B2112D" w:rsidRDefault="00820578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1A02D8" w:rsidRPr="00B2112D" w14:paraId="6FE1FD7F" w14:textId="77777777" w:rsidTr="000E7AF3">
        <w:tc>
          <w:tcPr>
            <w:tcW w:w="1962" w:type="dxa"/>
          </w:tcPr>
          <w:p w14:paraId="10B014BC" w14:textId="77777777" w:rsidR="001A02D8" w:rsidRPr="00B2112D" w:rsidRDefault="001A02D8" w:rsidP="00C129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E18341B" w14:textId="77777777" w:rsidR="001A02D8" w:rsidRPr="00B2112D" w:rsidRDefault="009628FA" w:rsidP="001A02D8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B2112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Dyskusja w trakcie zajęć. </w:t>
            </w:r>
          </w:p>
        </w:tc>
        <w:tc>
          <w:tcPr>
            <w:tcW w:w="2117" w:type="dxa"/>
            <w:vAlign w:val="center"/>
          </w:tcPr>
          <w:p w14:paraId="1193D869" w14:textId="77777777" w:rsidR="001A02D8" w:rsidRPr="00B2112D" w:rsidRDefault="004034CE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2112D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4BC6EAAC" w14:textId="77777777" w:rsidR="000E7AF3" w:rsidRPr="00B2112D" w:rsidRDefault="000E7AF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92593F0" w14:textId="77777777" w:rsidR="00923D7D" w:rsidRPr="00B2112D" w:rsidRDefault="003E1941" w:rsidP="000E7A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4.2 </w:t>
      </w:r>
      <w:r w:rsidR="0085747A" w:rsidRPr="00B2112D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112D" w14:paraId="1F9BB29D" w14:textId="77777777" w:rsidTr="00923D7D">
        <w:tc>
          <w:tcPr>
            <w:tcW w:w="9670" w:type="dxa"/>
          </w:tcPr>
          <w:p w14:paraId="21A934A8" w14:textId="77777777" w:rsidR="0085747A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I, II, semestr zaliczenie na podstawie  opracowania i zredagowania metodologicznego  i teoretycznego rozdziału pracy. </w:t>
            </w:r>
          </w:p>
          <w:p w14:paraId="7355DC08" w14:textId="77777777" w:rsidR="00C513DF" w:rsidRPr="00B2112D" w:rsidRDefault="00C513DF" w:rsidP="00C422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III semestr – dalsza konceptualizacja  badań i ich realizacja, opracowanie i interpretacja w kontekście literatury przedmiotu. </w:t>
            </w:r>
          </w:p>
          <w:p w14:paraId="3FE7184A" w14:textId="77777777" w:rsidR="0085747A" w:rsidRPr="00B2112D" w:rsidRDefault="00C513DF" w:rsidP="00CB46A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IV semestr – opracowanie wstępu, zakończenia, bibliografii, aneksów, korekta merytoryczna i techniczna pracy, uwzględniająca wymagania formalne i edytorskie, estetyczne. </w:t>
            </w:r>
          </w:p>
        </w:tc>
      </w:tr>
    </w:tbl>
    <w:p w14:paraId="332001CF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234B1" w14:textId="77777777" w:rsidR="009F4610" w:rsidRPr="00B211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12D">
        <w:rPr>
          <w:rFonts w:ascii="Corbel" w:hAnsi="Corbel"/>
          <w:b/>
          <w:sz w:val="24"/>
          <w:szCs w:val="24"/>
        </w:rPr>
        <w:t xml:space="preserve">5. </w:t>
      </w:r>
      <w:r w:rsidR="00C61DC5" w:rsidRPr="00B211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DC69FA" w14:textId="77777777" w:rsidR="0085747A" w:rsidRPr="00B211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382"/>
        <w:gridCol w:w="1382"/>
        <w:gridCol w:w="1382"/>
        <w:gridCol w:w="1382"/>
      </w:tblGrid>
      <w:tr w:rsidR="0085747A" w:rsidRPr="00B2112D" w14:paraId="45EFC692" w14:textId="77777777" w:rsidTr="001C73DD">
        <w:tc>
          <w:tcPr>
            <w:tcW w:w="4111" w:type="dxa"/>
            <w:vAlign w:val="center"/>
          </w:tcPr>
          <w:p w14:paraId="45DA8971" w14:textId="77777777"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gridSpan w:val="4"/>
            <w:vAlign w:val="center"/>
          </w:tcPr>
          <w:p w14:paraId="6BD783FF" w14:textId="77777777" w:rsidR="0085747A" w:rsidRPr="00B211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211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211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3DD" w:rsidRPr="00B2112D" w14:paraId="024CAC61" w14:textId="77777777" w:rsidTr="001C73DD">
        <w:tc>
          <w:tcPr>
            <w:tcW w:w="4111" w:type="dxa"/>
          </w:tcPr>
          <w:p w14:paraId="1AA1AF79" w14:textId="77777777" w:rsidR="001C73DD" w:rsidRPr="00B2112D" w:rsidRDefault="001C73DD" w:rsidP="003000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1382" w:type="dxa"/>
          </w:tcPr>
          <w:p w14:paraId="47D58607" w14:textId="77777777" w:rsidR="001C73DD" w:rsidRPr="006C4597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  <w:lang w:val="en-GB"/>
              </w:rPr>
            </w:pPr>
            <w:r w:rsidRPr="006C4597">
              <w:rPr>
                <w:rFonts w:ascii="Corbel" w:hAnsi="Corbel"/>
                <w:sz w:val="20"/>
                <w:szCs w:val="20"/>
                <w:lang w:val="en-GB"/>
              </w:rPr>
              <w:t>SEMESTR 7</w:t>
            </w:r>
          </w:p>
          <w:p w14:paraId="6583A8E9" w14:textId="6B8B2F49" w:rsidR="001C73DD" w:rsidRPr="006C4597" w:rsidRDefault="0000318C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  <w:lang w:val="en-GB"/>
              </w:rPr>
            </w:pPr>
            <w:r>
              <w:rPr>
                <w:rFonts w:ascii="Corbel" w:hAnsi="Corbel"/>
                <w:sz w:val="20"/>
                <w:szCs w:val="20"/>
                <w:lang w:val="en-GB"/>
              </w:rPr>
              <w:t>30</w:t>
            </w:r>
          </w:p>
        </w:tc>
        <w:tc>
          <w:tcPr>
            <w:tcW w:w="1382" w:type="dxa"/>
          </w:tcPr>
          <w:p w14:paraId="06F3E1D8" w14:textId="77777777" w:rsidR="001C73DD" w:rsidRPr="006C4597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  <w:lang w:val="en-GB"/>
              </w:rPr>
            </w:pPr>
            <w:r w:rsidRPr="006C4597">
              <w:rPr>
                <w:rFonts w:ascii="Corbel" w:hAnsi="Corbel"/>
                <w:sz w:val="20"/>
                <w:szCs w:val="20"/>
                <w:lang w:val="en-GB"/>
              </w:rPr>
              <w:t>SEMESTR 8</w:t>
            </w:r>
          </w:p>
          <w:p w14:paraId="552BBDDC" w14:textId="3F177456" w:rsidR="001C73DD" w:rsidRPr="006C4597" w:rsidRDefault="0000318C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  <w:lang w:val="en-GB"/>
              </w:rPr>
            </w:pPr>
            <w:r>
              <w:rPr>
                <w:rFonts w:ascii="Corbel" w:hAnsi="Corbel"/>
                <w:sz w:val="20"/>
                <w:szCs w:val="20"/>
                <w:lang w:val="en-GB"/>
              </w:rPr>
              <w:t>3</w:t>
            </w:r>
            <w:r w:rsidR="001C73DD" w:rsidRPr="006C4597">
              <w:rPr>
                <w:rFonts w:ascii="Corbel" w:hAnsi="Corbel"/>
                <w:sz w:val="20"/>
                <w:szCs w:val="20"/>
                <w:lang w:val="en-GB"/>
              </w:rPr>
              <w:t>0</w:t>
            </w:r>
          </w:p>
        </w:tc>
        <w:tc>
          <w:tcPr>
            <w:tcW w:w="1382" w:type="dxa"/>
          </w:tcPr>
          <w:p w14:paraId="0A1F8913" w14:textId="77777777" w:rsidR="001C73DD" w:rsidRPr="006C4597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  <w:lang w:val="en-GB"/>
              </w:rPr>
            </w:pPr>
            <w:r w:rsidRPr="006C4597">
              <w:rPr>
                <w:rFonts w:ascii="Corbel" w:hAnsi="Corbel"/>
                <w:sz w:val="20"/>
                <w:szCs w:val="20"/>
                <w:lang w:val="en-GB"/>
              </w:rPr>
              <w:t>SEMESTR 9</w:t>
            </w:r>
          </w:p>
          <w:p w14:paraId="76DA63CF" w14:textId="2C51CB1F" w:rsidR="001C73DD" w:rsidRPr="006C4597" w:rsidRDefault="0000318C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  <w:lang w:val="en-GB"/>
              </w:rPr>
            </w:pPr>
            <w:r>
              <w:rPr>
                <w:rFonts w:ascii="Corbel" w:hAnsi="Corbel"/>
                <w:sz w:val="20"/>
                <w:szCs w:val="20"/>
                <w:lang w:val="en-GB"/>
              </w:rPr>
              <w:t>3</w:t>
            </w:r>
            <w:r w:rsidR="001C73DD" w:rsidRPr="006C4597">
              <w:rPr>
                <w:rFonts w:ascii="Corbel" w:hAnsi="Corbel"/>
                <w:sz w:val="20"/>
                <w:szCs w:val="20"/>
                <w:lang w:val="en-GB"/>
              </w:rPr>
              <w:t>0</w:t>
            </w:r>
          </w:p>
        </w:tc>
        <w:tc>
          <w:tcPr>
            <w:tcW w:w="1382" w:type="dxa"/>
          </w:tcPr>
          <w:p w14:paraId="3333E819" w14:textId="77777777" w:rsidR="001C73DD" w:rsidRPr="006C4597" w:rsidRDefault="001C73DD" w:rsidP="00A523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  <w:lang w:val="en-GB"/>
              </w:rPr>
            </w:pPr>
            <w:r w:rsidRPr="006C4597">
              <w:rPr>
                <w:rFonts w:ascii="Corbel" w:hAnsi="Corbel"/>
                <w:sz w:val="20"/>
                <w:szCs w:val="20"/>
                <w:lang w:val="en-GB"/>
              </w:rPr>
              <w:t>SEMESTR 10</w:t>
            </w:r>
          </w:p>
          <w:p w14:paraId="695BD023" w14:textId="29B15E69" w:rsidR="001C73DD" w:rsidRPr="006C4597" w:rsidRDefault="0000318C" w:rsidP="00A523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0"/>
                <w:szCs w:val="20"/>
                <w:lang w:val="en-GB"/>
              </w:rPr>
            </w:pPr>
            <w:r>
              <w:rPr>
                <w:rFonts w:ascii="Corbel" w:hAnsi="Corbel"/>
                <w:sz w:val="20"/>
                <w:szCs w:val="20"/>
                <w:lang w:val="en-GB"/>
              </w:rPr>
              <w:t>3</w:t>
            </w:r>
            <w:r w:rsidR="001C73DD" w:rsidRPr="006C4597">
              <w:rPr>
                <w:rFonts w:ascii="Corbel" w:hAnsi="Corbel"/>
                <w:sz w:val="20"/>
                <w:szCs w:val="20"/>
                <w:lang w:val="en-GB"/>
              </w:rPr>
              <w:t>0</w:t>
            </w:r>
          </w:p>
        </w:tc>
      </w:tr>
      <w:tr w:rsidR="001C73DD" w:rsidRPr="00B2112D" w14:paraId="21B204B7" w14:textId="77777777" w:rsidTr="001C73DD">
        <w:tc>
          <w:tcPr>
            <w:tcW w:w="4111" w:type="dxa"/>
          </w:tcPr>
          <w:p w14:paraId="527DBAA9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C6ED2CB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382" w:type="dxa"/>
            <w:vAlign w:val="center"/>
          </w:tcPr>
          <w:p w14:paraId="029987B9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1382" w:type="dxa"/>
            <w:vAlign w:val="center"/>
          </w:tcPr>
          <w:p w14:paraId="56F86CBE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1382" w:type="dxa"/>
            <w:vAlign w:val="center"/>
          </w:tcPr>
          <w:p w14:paraId="13709922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2" w:type="dxa"/>
            <w:vAlign w:val="center"/>
          </w:tcPr>
          <w:p w14:paraId="61AF6B3E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1C73DD" w:rsidRPr="00B2112D" w14:paraId="1BBA4EFB" w14:textId="77777777" w:rsidTr="001C73DD">
        <w:tc>
          <w:tcPr>
            <w:tcW w:w="4111" w:type="dxa"/>
          </w:tcPr>
          <w:p w14:paraId="456B9621" w14:textId="77777777" w:rsidR="001C73DD" w:rsidRPr="00B2112D" w:rsidRDefault="001C73DD" w:rsidP="000E7A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211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2112D">
              <w:rPr>
                <w:rFonts w:ascii="Corbel" w:hAnsi="Corbel"/>
                <w:sz w:val="24"/>
                <w:szCs w:val="24"/>
              </w:rPr>
              <w:t xml:space="preserve"> – praca własna studenta: przygotowanie do zajęć, przygotowanie  pracy magisterskiej </w:t>
            </w:r>
          </w:p>
        </w:tc>
        <w:tc>
          <w:tcPr>
            <w:tcW w:w="1382" w:type="dxa"/>
            <w:vAlign w:val="center"/>
          </w:tcPr>
          <w:p w14:paraId="4B6B4BED" w14:textId="58557586" w:rsidR="001C73DD" w:rsidRPr="00B2112D" w:rsidRDefault="0000318C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1C73DD" w:rsidRPr="00B2112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382" w:type="dxa"/>
            <w:vAlign w:val="center"/>
          </w:tcPr>
          <w:p w14:paraId="6E4C9810" w14:textId="1880207F" w:rsidR="001C73DD" w:rsidRPr="00B2112D" w:rsidRDefault="0000318C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1C73DD" w:rsidRPr="00B2112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382" w:type="dxa"/>
            <w:vAlign w:val="center"/>
          </w:tcPr>
          <w:p w14:paraId="0B729D45" w14:textId="63411E31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</w:t>
            </w:r>
            <w:r w:rsidR="0000318C">
              <w:rPr>
                <w:rFonts w:ascii="Corbel" w:hAnsi="Corbel"/>
                <w:sz w:val="24"/>
                <w:szCs w:val="24"/>
              </w:rPr>
              <w:t>0</w:t>
            </w:r>
            <w:r w:rsidRPr="00B211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1382" w:type="dxa"/>
            <w:vAlign w:val="center"/>
          </w:tcPr>
          <w:p w14:paraId="4708127E" w14:textId="56F03EC1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</w:t>
            </w:r>
            <w:r w:rsidR="0000318C">
              <w:rPr>
                <w:rFonts w:ascii="Corbel" w:hAnsi="Corbel"/>
                <w:sz w:val="24"/>
                <w:szCs w:val="24"/>
              </w:rPr>
              <w:t>2</w:t>
            </w:r>
            <w:r w:rsidRPr="00B211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C73DD" w:rsidRPr="00B2112D" w14:paraId="078CA1C7" w14:textId="77777777" w:rsidTr="001C73DD">
        <w:tc>
          <w:tcPr>
            <w:tcW w:w="4111" w:type="dxa"/>
          </w:tcPr>
          <w:p w14:paraId="5574B98A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382" w:type="dxa"/>
          </w:tcPr>
          <w:p w14:paraId="79FED279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75</w:t>
            </w:r>
          </w:p>
        </w:tc>
        <w:tc>
          <w:tcPr>
            <w:tcW w:w="1382" w:type="dxa"/>
          </w:tcPr>
          <w:p w14:paraId="3FDD6903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C127813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150</w:t>
            </w:r>
          </w:p>
        </w:tc>
        <w:tc>
          <w:tcPr>
            <w:tcW w:w="1382" w:type="dxa"/>
          </w:tcPr>
          <w:p w14:paraId="5B953E87" w14:textId="77777777" w:rsidR="001C73DD" w:rsidRPr="00B2112D" w:rsidRDefault="001C73DD" w:rsidP="001C7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1C73DD" w:rsidRPr="00B2112D" w14:paraId="7144D686" w14:textId="77777777" w:rsidTr="001C73DD">
        <w:tc>
          <w:tcPr>
            <w:tcW w:w="4111" w:type="dxa"/>
          </w:tcPr>
          <w:p w14:paraId="392715E0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382" w:type="dxa"/>
            <w:vAlign w:val="center"/>
          </w:tcPr>
          <w:p w14:paraId="2B7F1043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  <w:tc>
          <w:tcPr>
            <w:tcW w:w="1382" w:type="dxa"/>
            <w:vAlign w:val="center"/>
          </w:tcPr>
          <w:p w14:paraId="449FA4AB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  <w:tc>
          <w:tcPr>
            <w:tcW w:w="1382" w:type="dxa"/>
            <w:vAlign w:val="center"/>
          </w:tcPr>
          <w:p w14:paraId="3B7D1527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  <w:tc>
          <w:tcPr>
            <w:tcW w:w="1382" w:type="dxa"/>
            <w:vAlign w:val="center"/>
          </w:tcPr>
          <w:p w14:paraId="48A15BA0" w14:textId="77777777" w:rsidR="001C73DD" w:rsidRPr="00B2112D" w:rsidRDefault="001C73DD" w:rsidP="00F479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  <w:tr w:rsidR="001C73DD" w:rsidRPr="00B2112D" w14:paraId="5FEFA0D7" w14:textId="77777777" w:rsidTr="001C73DD">
        <w:tc>
          <w:tcPr>
            <w:tcW w:w="4111" w:type="dxa"/>
          </w:tcPr>
          <w:p w14:paraId="78E6C4DE" w14:textId="77777777" w:rsidR="001C73DD" w:rsidRPr="00B2112D" w:rsidRDefault="001C73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4"/>
          </w:tcPr>
          <w:p w14:paraId="481B71F5" w14:textId="77777777" w:rsidR="001C73DD" w:rsidRPr="00B2112D" w:rsidRDefault="001C73DD" w:rsidP="000E7A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6FA33F9" w14:textId="77777777" w:rsidR="0085747A" w:rsidRPr="00B2112D" w:rsidRDefault="00923D7D" w:rsidP="00CB46A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211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211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A87F18" w14:textId="77777777" w:rsidR="003E1941" w:rsidRPr="00B211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8EE" w14:textId="77777777" w:rsidR="0085747A" w:rsidRPr="00B2112D" w:rsidRDefault="0071620A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6. </w:t>
      </w:r>
      <w:r w:rsidR="0085747A" w:rsidRPr="00B2112D">
        <w:rPr>
          <w:rFonts w:ascii="Corbel" w:hAnsi="Corbel"/>
          <w:smallCaps w:val="0"/>
          <w:szCs w:val="24"/>
        </w:rPr>
        <w:t>PRAKTYKI ZAWO</w:t>
      </w:r>
      <w:r w:rsidR="009D3F3B" w:rsidRPr="00B2112D">
        <w:rPr>
          <w:rFonts w:ascii="Corbel" w:hAnsi="Corbel"/>
          <w:smallCaps w:val="0"/>
          <w:szCs w:val="24"/>
        </w:rPr>
        <w:t>DOWE W RAMACH PRZEDMIOTU</w:t>
      </w:r>
    </w:p>
    <w:p w14:paraId="4B97BACD" w14:textId="77777777" w:rsidR="00F4797E" w:rsidRPr="00B2112D" w:rsidRDefault="00F4797E" w:rsidP="000E7A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B2112D" w14:paraId="68C0CD0C" w14:textId="77777777" w:rsidTr="00F4797E">
        <w:trPr>
          <w:trHeight w:val="397"/>
        </w:trPr>
        <w:tc>
          <w:tcPr>
            <w:tcW w:w="4111" w:type="dxa"/>
          </w:tcPr>
          <w:p w14:paraId="16E62A3C" w14:textId="77777777"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14:paraId="16EEF885" w14:textId="77777777"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2112D" w14:paraId="6904F8AC" w14:textId="77777777" w:rsidTr="00F4797E">
        <w:trPr>
          <w:trHeight w:val="397"/>
        </w:trPr>
        <w:tc>
          <w:tcPr>
            <w:tcW w:w="4111" w:type="dxa"/>
          </w:tcPr>
          <w:p w14:paraId="4787312E" w14:textId="77777777" w:rsidR="0085747A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8769A2A" w14:textId="77777777" w:rsidR="0085747A" w:rsidRPr="00B2112D" w:rsidRDefault="000E7AF3" w:rsidP="000E7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EC4E042" w14:textId="77777777" w:rsidR="003E1941" w:rsidRPr="00B211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DC34E4" w14:textId="77777777" w:rsidR="00675843" w:rsidRPr="00B211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112D">
        <w:rPr>
          <w:rFonts w:ascii="Corbel" w:hAnsi="Corbel"/>
          <w:smallCaps w:val="0"/>
          <w:szCs w:val="24"/>
        </w:rPr>
        <w:t xml:space="preserve">7. </w:t>
      </w:r>
      <w:r w:rsidR="0085747A" w:rsidRPr="00B2112D">
        <w:rPr>
          <w:rFonts w:ascii="Corbel" w:hAnsi="Corbel"/>
          <w:smallCaps w:val="0"/>
          <w:szCs w:val="24"/>
        </w:rPr>
        <w:t>LITERATURA</w:t>
      </w:r>
    </w:p>
    <w:p w14:paraId="57E604D7" w14:textId="77777777" w:rsidR="00F4797E" w:rsidRPr="00B2112D" w:rsidRDefault="00F479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2112D" w14:paraId="7A1F0397" w14:textId="77777777" w:rsidTr="000E7AF3">
        <w:trPr>
          <w:trHeight w:val="397"/>
        </w:trPr>
        <w:tc>
          <w:tcPr>
            <w:tcW w:w="9639" w:type="dxa"/>
          </w:tcPr>
          <w:p w14:paraId="2E54892B" w14:textId="77777777" w:rsidR="00892364" w:rsidRPr="00B2112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2112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C1F0106" w14:textId="77777777" w:rsidR="00A41F46" w:rsidRPr="00B2112D" w:rsidRDefault="00892364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B2112D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(2013) </w:t>
            </w:r>
            <w:r w:rsidR="00A41F46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Podstawy badań społecznych</w:t>
            </w:r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Przekład W. </w:t>
            </w:r>
            <w:proofErr w:type="spellStart"/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>Betkiewicz</w:t>
            </w:r>
            <w:proofErr w:type="spellEnd"/>
            <w:r w:rsidR="00A41F46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i in. Warszawa</w:t>
            </w:r>
          </w:p>
          <w:p w14:paraId="4C772B2E" w14:textId="77777777" w:rsidR="00A41F46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K. Rubacha (2011)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 nad edukacją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14:paraId="12C0620C" w14:textId="77777777" w:rsidR="004516AC" w:rsidRPr="00B2112D" w:rsidRDefault="004516AC" w:rsidP="000E7AF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Brzeziński (20</w:t>
            </w:r>
            <w:r w:rsidR="00C25D9F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19) </w:t>
            </w:r>
            <w:r w:rsidR="00C25D9F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badań społecznyc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14:paraId="797E3422" w14:textId="77777777" w:rsidR="00BE2A70" w:rsidRPr="00B2112D" w:rsidRDefault="00BE2A70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>J. Gnitecki (2007)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Metodologia pedagogiki i metodologia badań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pedagogicznych</w:t>
            </w: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. Warszawa. </w:t>
            </w:r>
          </w:p>
          <w:p w14:paraId="79A2EB04" w14:textId="77777777" w:rsidR="00360142" w:rsidRPr="00B2112D" w:rsidRDefault="00A41F46" w:rsidP="000E7AF3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T. Pilch, T. Bauman ( 2011)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Zasady badań pedagogicznych.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A4DF5" w:rsidRPr="00B2112D">
              <w:rPr>
                <w:rFonts w:ascii="Corbel" w:hAnsi="Corbel"/>
                <w:b w:val="0"/>
                <w:i/>
                <w:smallCaps w:val="0"/>
                <w:szCs w:val="24"/>
              </w:rPr>
              <w:t>Strategie ilościowe i jakościowe.</w:t>
            </w:r>
            <w:r w:rsidR="005A4DF5" w:rsidRPr="00B2112D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</w:tc>
      </w:tr>
      <w:tr w:rsidR="0085747A" w:rsidRPr="00B2112D" w14:paraId="52DA61A4" w14:textId="77777777" w:rsidTr="000E7AF3">
        <w:trPr>
          <w:trHeight w:val="397"/>
        </w:trPr>
        <w:tc>
          <w:tcPr>
            <w:tcW w:w="9639" w:type="dxa"/>
          </w:tcPr>
          <w:p w14:paraId="12D9C3E6" w14:textId="77777777" w:rsidR="00360142" w:rsidRPr="00B2112D" w:rsidRDefault="0085747A" w:rsidP="000E7AF3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B2112D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473D14C3" w14:textId="77777777" w:rsidR="000E7AF3" w:rsidRPr="00B2112D" w:rsidRDefault="004516A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J. Brzeziński ( 2019)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Metodologia badań psychologicznych.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Warszawa. </w:t>
            </w:r>
          </w:p>
          <w:p w14:paraId="0D525E40" w14:textId="77777777"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A. Krause( 2010)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Współczesne paradygmaty pedagogiki specjalnej.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14:paraId="2BF675D3" w14:textId="77777777" w:rsidR="000E7AF3" w:rsidRPr="00B2112D" w:rsidRDefault="00007DE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I. Chrzanowska (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2015)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Pedagogika specjalna.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Od tradycji do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</w:t>
            </w:r>
            <w:r w:rsidR="00663783" w:rsidRPr="00B2112D">
              <w:rPr>
                <w:rFonts w:ascii="Corbel" w:hAnsi="Corbel"/>
                <w:i/>
                <w:sz w:val="24"/>
                <w:szCs w:val="24"/>
              </w:rPr>
              <w:t>współczesności.</w:t>
            </w:r>
            <w:r w:rsidR="00663783" w:rsidRPr="00B2112D"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14:paraId="2912D873" w14:textId="77777777" w:rsidR="000E7AF3" w:rsidRPr="00B2112D" w:rsidRDefault="00EE25CC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S. Palka( red. ) (2009)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Podstawy metodologii badań w pedagogice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. Gdańsk. </w:t>
            </w:r>
          </w:p>
          <w:p w14:paraId="5306817A" w14:textId="77777777" w:rsidR="000E7AF3" w:rsidRPr="00B2112D" w:rsidRDefault="007D17C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 xml:space="preserve">W. </w:t>
            </w:r>
            <w:proofErr w:type="spellStart"/>
            <w:r w:rsidRPr="00B2112D">
              <w:rPr>
                <w:rFonts w:ascii="Corbel" w:hAnsi="Corbel"/>
                <w:sz w:val="24"/>
                <w:szCs w:val="24"/>
              </w:rPr>
              <w:t>Cieczkowski</w:t>
            </w:r>
            <w:proofErr w:type="spellEnd"/>
            <w:r w:rsidRPr="00B2112D">
              <w:rPr>
                <w:rFonts w:ascii="Corbel" w:hAnsi="Corbel"/>
                <w:sz w:val="24"/>
                <w:szCs w:val="24"/>
              </w:rPr>
              <w:t xml:space="preserve"> (2006) </w:t>
            </w:r>
            <w:r w:rsidRPr="00B2112D">
              <w:rPr>
                <w:rFonts w:ascii="Corbel" w:hAnsi="Corbel"/>
                <w:i/>
                <w:sz w:val="24"/>
                <w:szCs w:val="24"/>
              </w:rPr>
              <w:t>Prace promocyjne z pedagogiki. Skrypt dla uczestników seminarium licencjackiego, magisterskiego,</w:t>
            </w:r>
            <w:r w:rsidRPr="00B2112D">
              <w:rPr>
                <w:rFonts w:ascii="Corbel" w:hAnsi="Corbel"/>
                <w:sz w:val="24"/>
                <w:szCs w:val="24"/>
              </w:rPr>
              <w:t xml:space="preserve"> doktoranckiego. Warszawa. </w:t>
            </w:r>
          </w:p>
          <w:p w14:paraId="3BA20D06" w14:textId="77777777" w:rsidR="00360142" w:rsidRPr="00B2112D" w:rsidRDefault="00BE6280" w:rsidP="000E7A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12D">
              <w:rPr>
                <w:rFonts w:ascii="Corbel" w:hAnsi="Corbel"/>
                <w:sz w:val="24"/>
                <w:szCs w:val="24"/>
              </w:rPr>
              <w:t>J. Węglińska ( 2018</w:t>
            </w:r>
            <w:r w:rsidR="00C25D9F" w:rsidRPr="00B2112D">
              <w:rPr>
                <w:rFonts w:ascii="Corbel" w:hAnsi="Corbel"/>
                <w:sz w:val="24"/>
                <w:szCs w:val="24"/>
              </w:rPr>
              <w:t xml:space="preserve">) </w:t>
            </w:r>
            <w:r w:rsidR="00C25D9F" w:rsidRPr="00B2112D">
              <w:rPr>
                <w:rFonts w:ascii="Corbel" w:hAnsi="Corbel"/>
                <w:i/>
                <w:sz w:val="24"/>
                <w:szCs w:val="24"/>
              </w:rPr>
              <w:t>J</w:t>
            </w:r>
            <w:r w:rsidR="004516AC" w:rsidRPr="00B2112D">
              <w:rPr>
                <w:rFonts w:ascii="Corbel" w:hAnsi="Corbel"/>
                <w:i/>
                <w:sz w:val="24"/>
                <w:szCs w:val="24"/>
              </w:rPr>
              <w:t>ak pisać pracę  magisterską.</w:t>
            </w:r>
            <w:r w:rsidR="004516AC" w:rsidRPr="00B2112D">
              <w:rPr>
                <w:rFonts w:ascii="Corbel" w:hAnsi="Corbel"/>
                <w:sz w:val="24"/>
                <w:szCs w:val="24"/>
              </w:rPr>
              <w:t xml:space="preserve"> Szczecin. </w:t>
            </w:r>
          </w:p>
        </w:tc>
      </w:tr>
    </w:tbl>
    <w:p w14:paraId="1EE0AED7" w14:textId="77777777" w:rsidR="0085747A" w:rsidRPr="00B211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A034EA" w14:textId="77777777" w:rsidR="0085747A" w:rsidRPr="00B2112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211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1AC170" w14:textId="77777777" w:rsidR="001C73DD" w:rsidRPr="00B2112D" w:rsidRDefault="001C73D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7BA3A8" w14:textId="77777777" w:rsidR="001C73DD" w:rsidRPr="00B2112D" w:rsidRDefault="001C73DD" w:rsidP="001C73D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C73DD" w:rsidRPr="00B211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C9273" w14:textId="77777777" w:rsidR="00635F4F" w:rsidRDefault="00635F4F" w:rsidP="00C16ABF">
      <w:pPr>
        <w:spacing w:after="0" w:line="240" w:lineRule="auto"/>
      </w:pPr>
      <w:r>
        <w:separator/>
      </w:r>
    </w:p>
  </w:endnote>
  <w:endnote w:type="continuationSeparator" w:id="0">
    <w:p w14:paraId="469369E7" w14:textId="77777777" w:rsidR="00635F4F" w:rsidRDefault="00635F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66BBF" w14:textId="77777777" w:rsidR="00635F4F" w:rsidRDefault="00635F4F" w:rsidP="00C16ABF">
      <w:pPr>
        <w:spacing w:after="0" w:line="240" w:lineRule="auto"/>
      </w:pPr>
      <w:r>
        <w:separator/>
      </w:r>
    </w:p>
  </w:footnote>
  <w:footnote w:type="continuationSeparator" w:id="0">
    <w:p w14:paraId="533C9AD0" w14:textId="77777777" w:rsidR="00635F4F" w:rsidRDefault="00635F4F" w:rsidP="00C16ABF">
      <w:pPr>
        <w:spacing w:after="0" w:line="240" w:lineRule="auto"/>
      </w:pPr>
      <w:r>
        <w:continuationSeparator/>
      </w:r>
    </w:p>
  </w:footnote>
  <w:footnote w:id="1">
    <w:p w14:paraId="163F59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3453C"/>
    <w:multiLevelType w:val="hybridMultilevel"/>
    <w:tmpl w:val="B9AA4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3E7BDF"/>
    <w:multiLevelType w:val="hybridMultilevel"/>
    <w:tmpl w:val="E3C4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495D47"/>
    <w:multiLevelType w:val="hybridMultilevel"/>
    <w:tmpl w:val="40B83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62102">
    <w:abstractNumId w:val="1"/>
  </w:num>
  <w:num w:numId="2" w16cid:durableId="621695370">
    <w:abstractNumId w:val="3"/>
  </w:num>
  <w:num w:numId="3" w16cid:durableId="1820613468">
    <w:abstractNumId w:val="0"/>
  </w:num>
  <w:num w:numId="4" w16cid:durableId="166936388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18C"/>
    <w:rsid w:val="000048FD"/>
    <w:rsid w:val="000077B4"/>
    <w:rsid w:val="00007A00"/>
    <w:rsid w:val="00007DEC"/>
    <w:rsid w:val="00014EB5"/>
    <w:rsid w:val="00015B8F"/>
    <w:rsid w:val="00022ECE"/>
    <w:rsid w:val="00032344"/>
    <w:rsid w:val="00034D08"/>
    <w:rsid w:val="00042A51"/>
    <w:rsid w:val="00042D2E"/>
    <w:rsid w:val="00044C82"/>
    <w:rsid w:val="00070ED6"/>
    <w:rsid w:val="000714BF"/>
    <w:rsid w:val="000742DC"/>
    <w:rsid w:val="0007520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2A24"/>
    <w:rsid w:val="000B3E37"/>
    <w:rsid w:val="000D03B7"/>
    <w:rsid w:val="000D04B0"/>
    <w:rsid w:val="000E7AF3"/>
    <w:rsid w:val="000F1C57"/>
    <w:rsid w:val="000F2661"/>
    <w:rsid w:val="000F5615"/>
    <w:rsid w:val="000F58F5"/>
    <w:rsid w:val="0010392E"/>
    <w:rsid w:val="0012226B"/>
    <w:rsid w:val="00124BFF"/>
    <w:rsid w:val="0012560E"/>
    <w:rsid w:val="00126927"/>
    <w:rsid w:val="00127108"/>
    <w:rsid w:val="00134B13"/>
    <w:rsid w:val="00142DAE"/>
    <w:rsid w:val="00146BC0"/>
    <w:rsid w:val="00153C41"/>
    <w:rsid w:val="00154381"/>
    <w:rsid w:val="001640A7"/>
    <w:rsid w:val="00164FA7"/>
    <w:rsid w:val="00166A03"/>
    <w:rsid w:val="00167E80"/>
    <w:rsid w:val="001718A7"/>
    <w:rsid w:val="001737CF"/>
    <w:rsid w:val="00176083"/>
    <w:rsid w:val="001840B4"/>
    <w:rsid w:val="00192F37"/>
    <w:rsid w:val="001A02D8"/>
    <w:rsid w:val="001A70D2"/>
    <w:rsid w:val="001C5D13"/>
    <w:rsid w:val="001C73DD"/>
    <w:rsid w:val="001C7CF4"/>
    <w:rsid w:val="001D17A2"/>
    <w:rsid w:val="001D657B"/>
    <w:rsid w:val="001D7B54"/>
    <w:rsid w:val="001E0209"/>
    <w:rsid w:val="001E3692"/>
    <w:rsid w:val="001E69CE"/>
    <w:rsid w:val="001E7A8C"/>
    <w:rsid w:val="001F2CA2"/>
    <w:rsid w:val="002144C0"/>
    <w:rsid w:val="0022477D"/>
    <w:rsid w:val="002276AB"/>
    <w:rsid w:val="002278A9"/>
    <w:rsid w:val="002306F0"/>
    <w:rsid w:val="002336F9"/>
    <w:rsid w:val="00235335"/>
    <w:rsid w:val="0024028F"/>
    <w:rsid w:val="00244ABC"/>
    <w:rsid w:val="002728CF"/>
    <w:rsid w:val="00281FF2"/>
    <w:rsid w:val="00282148"/>
    <w:rsid w:val="00285406"/>
    <w:rsid w:val="002857DE"/>
    <w:rsid w:val="00286345"/>
    <w:rsid w:val="002905E8"/>
    <w:rsid w:val="00291567"/>
    <w:rsid w:val="002A22BF"/>
    <w:rsid w:val="002A2389"/>
    <w:rsid w:val="002A671D"/>
    <w:rsid w:val="002B2C9A"/>
    <w:rsid w:val="002B4D55"/>
    <w:rsid w:val="002B5EA0"/>
    <w:rsid w:val="002B6119"/>
    <w:rsid w:val="002C1F06"/>
    <w:rsid w:val="002D3131"/>
    <w:rsid w:val="002D3375"/>
    <w:rsid w:val="002D5060"/>
    <w:rsid w:val="002D73D4"/>
    <w:rsid w:val="002E78B8"/>
    <w:rsid w:val="002F02A3"/>
    <w:rsid w:val="002F1804"/>
    <w:rsid w:val="002F4ABE"/>
    <w:rsid w:val="002F5F6F"/>
    <w:rsid w:val="00300031"/>
    <w:rsid w:val="003018BA"/>
    <w:rsid w:val="00302679"/>
    <w:rsid w:val="0030395F"/>
    <w:rsid w:val="00305C92"/>
    <w:rsid w:val="003151C5"/>
    <w:rsid w:val="003343CF"/>
    <w:rsid w:val="0034256E"/>
    <w:rsid w:val="00346FE9"/>
    <w:rsid w:val="0034759A"/>
    <w:rsid w:val="003503F6"/>
    <w:rsid w:val="003530DD"/>
    <w:rsid w:val="00360142"/>
    <w:rsid w:val="00360D0C"/>
    <w:rsid w:val="00363F78"/>
    <w:rsid w:val="00372F66"/>
    <w:rsid w:val="00385842"/>
    <w:rsid w:val="0039234D"/>
    <w:rsid w:val="00394CE7"/>
    <w:rsid w:val="003A0A5B"/>
    <w:rsid w:val="003A1176"/>
    <w:rsid w:val="003A421F"/>
    <w:rsid w:val="003A42D6"/>
    <w:rsid w:val="003B0E14"/>
    <w:rsid w:val="003C0BAE"/>
    <w:rsid w:val="003D0619"/>
    <w:rsid w:val="003D18A9"/>
    <w:rsid w:val="003D30CB"/>
    <w:rsid w:val="003D6CE2"/>
    <w:rsid w:val="003E1941"/>
    <w:rsid w:val="003E2FE6"/>
    <w:rsid w:val="003E49D5"/>
    <w:rsid w:val="003F205D"/>
    <w:rsid w:val="003F38C0"/>
    <w:rsid w:val="003F4346"/>
    <w:rsid w:val="003F4FB3"/>
    <w:rsid w:val="00403200"/>
    <w:rsid w:val="004034CE"/>
    <w:rsid w:val="004077A7"/>
    <w:rsid w:val="00407EE5"/>
    <w:rsid w:val="0041101F"/>
    <w:rsid w:val="00414E3C"/>
    <w:rsid w:val="00421CDB"/>
    <w:rsid w:val="0042244A"/>
    <w:rsid w:val="0042745A"/>
    <w:rsid w:val="00431D5C"/>
    <w:rsid w:val="004362C6"/>
    <w:rsid w:val="00437FA2"/>
    <w:rsid w:val="00445970"/>
    <w:rsid w:val="004516AC"/>
    <w:rsid w:val="00455D06"/>
    <w:rsid w:val="00461EFC"/>
    <w:rsid w:val="004652C2"/>
    <w:rsid w:val="004706D1"/>
    <w:rsid w:val="00471326"/>
    <w:rsid w:val="0047598D"/>
    <w:rsid w:val="004840FD"/>
    <w:rsid w:val="00484879"/>
    <w:rsid w:val="00486C3E"/>
    <w:rsid w:val="00490F7D"/>
    <w:rsid w:val="00491678"/>
    <w:rsid w:val="004968E2"/>
    <w:rsid w:val="004A3EEA"/>
    <w:rsid w:val="004A4D1F"/>
    <w:rsid w:val="004D06E8"/>
    <w:rsid w:val="004D5282"/>
    <w:rsid w:val="004E1BCC"/>
    <w:rsid w:val="004F1551"/>
    <w:rsid w:val="004F55A3"/>
    <w:rsid w:val="0050496F"/>
    <w:rsid w:val="00513B6F"/>
    <w:rsid w:val="00517C63"/>
    <w:rsid w:val="005363C4"/>
    <w:rsid w:val="00536BDE"/>
    <w:rsid w:val="00543ACC"/>
    <w:rsid w:val="005577B0"/>
    <w:rsid w:val="0056696D"/>
    <w:rsid w:val="005717AF"/>
    <w:rsid w:val="0059484D"/>
    <w:rsid w:val="005A0855"/>
    <w:rsid w:val="005A3196"/>
    <w:rsid w:val="005A4DF5"/>
    <w:rsid w:val="005A60A3"/>
    <w:rsid w:val="005C080F"/>
    <w:rsid w:val="005C55E5"/>
    <w:rsid w:val="005C696A"/>
    <w:rsid w:val="005D64EC"/>
    <w:rsid w:val="005E5854"/>
    <w:rsid w:val="005E6E85"/>
    <w:rsid w:val="005F31D2"/>
    <w:rsid w:val="005F7A3C"/>
    <w:rsid w:val="0061029B"/>
    <w:rsid w:val="00612572"/>
    <w:rsid w:val="00617230"/>
    <w:rsid w:val="00621CE1"/>
    <w:rsid w:val="006227A6"/>
    <w:rsid w:val="00626FC7"/>
    <w:rsid w:val="00627FC9"/>
    <w:rsid w:val="006305E3"/>
    <w:rsid w:val="006314B8"/>
    <w:rsid w:val="00635F4F"/>
    <w:rsid w:val="00647FA8"/>
    <w:rsid w:val="00650C5F"/>
    <w:rsid w:val="00654934"/>
    <w:rsid w:val="006620D9"/>
    <w:rsid w:val="00663783"/>
    <w:rsid w:val="00671958"/>
    <w:rsid w:val="00675843"/>
    <w:rsid w:val="00677C02"/>
    <w:rsid w:val="00696477"/>
    <w:rsid w:val="006A5827"/>
    <w:rsid w:val="006C027C"/>
    <w:rsid w:val="006C2BD2"/>
    <w:rsid w:val="006C4597"/>
    <w:rsid w:val="006C6D04"/>
    <w:rsid w:val="006D050F"/>
    <w:rsid w:val="006D6139"/>
    <w:rsid w:val="006E5D65"/>
    <w:rsid w:val="006F1282"/>
    <w:rsid w:val="006F1FBC"/>
    <w:rsid w:val="006F31E2"/>
    <w:rsid w:val="00706544"/>
    <w:rsid w:val="007066C6"/>
    <w:rsid w:val="007072BA"/>
    <w:rsid w:val="0071620A"/>
    <w:rsid w:val="00722950"/>
    <w:rsid w:val="00724677"/>
    <w:rsid w:val="00725459"/>
    <w:rsid w:val="00727ACA"/>
    <w:rsid w:val="007327BD"/>
    <w:rsid w:val="00734608"/>
    <w:rsid w:val="00745302"/>
    <w:rsid w:val="007461D6"/>
    <w:rsid w:val="00746299"/>
    <w:rsid w:val="00746EC8"/>
    <w:rsid w:val="00761035"/>
    <w:rsid w:val="00763BF1"/>
    <w:rsid w:val="00766FD4"/>
    <w:rsid w:val="0078168C"/>
    <w:rsid w:val="00787C2A"/>
    <w:rsid w:val="00790E27"/>
    <w:rsid w:val="0079476C"/>
    <w:rsid w:val="007A265C"/>
    <w:rsid w:val="007A4022"/>
    <w:rsid w:val="007A6E6E"/>
    <w:rsid w:val="007B4AD4"/>
    <w:rsid w:val="007B7FDF"/>
    <w:rsid w:val="007C3299"/>
    <w:rsid w:val="007C3BCC"/>
    <w:rsid w:val="007C4546"/>
    <w:rsid w:val="007C6968"/>
    <w:rsid w:val="007D17C0"/>
    <w:rsid w:val="007D486E"/>
    <w:rsid w:val="007D5512"/>
    <w:rsid w:val="007D6E56"/>
    <w:rsid w:val="007F09EA"/>
    <w:rsid w:val="007F4155"/>
    <w:rsid w:val="007F6B9B"/>
    <w:rsid w:val="00814F12"/>
    <w:rsid w:val="0081554D"/>
    <w:rsid w:val="0081707E"/>
    <w:rsid w:val="00820578"/>
    <w:rsid w:val="00820832"/>
    <w:rsid w:val="00842163"/>
    <w:rsid w:val="008449B3"/>
    <w:rsid w:val="00853E55"/>
    <w:rsid w:val="00854C5D"/>
    <w:rsid w:val="008552A2"/>
    <w:rsid w:val="0085747A"/>
    <w:rsid w:val="00874129"/>
    <w:rsid w:val="00884922"/>
    <w:rsid w:val="00885F64"/>
    <w:rsid w:val="00886669"/>
    <w:rsid w:val="008917F9"/>
    <w:rsid w:val="008920B3"/>
    <w:rsid w:val="00892364"/>
    <w:rsid w:val="00893027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BCD"/>
    <w:rsid w:val="008F6E29"/>
    <w:rsid w:val="0091309F"/>
    <w:rsid w:val="00916188"/>
    <w:rsid w:val="00923D7D"/>
    <w:rsid w:val="00931054"/>
    <w:rsid w:val="00935342"/>
    <w:rsid w:val="00936FF1"/>
    <w:rsid w:val="00943A2A"/>
    <w:rsid w:val="009508DF"/>
    <w:rsid w:val="00950DAC"/>
    <w:rsid w:val="0095144F"/>
    <w:rsid w:val="00954A07"/>
    <w:rsid w:val="009628FA"/>
    <w:rsid w:val="00972F54"/>
    <w:rsid w:val="0097657F"/>
    <w:rsid w:val="00997F14"/>
    <w:rsid w:val="009A27A8"/>
    <w:rsid w:val="009A52F2"/>
    <w:rsid w:val="009A78D9"/>
    <w:rsid w:val="009B6A94"/>
    <w:rsid w:val="009C3E31"/>
    <w:rsid w:val="009C457C"/>
    <w:rsid w:val="009C54AE"/>
    <w:rsid w:val="009C788E"/>
    <w:rsid w:val="009D3F3B"/>
    <w:rsid w:val="009E0543"/>
    <w:rsid w:val="009E3B41"/>
    <w:rsid w:val="009F3C5C"/>
    <w:rsid w:val="009F4610"/>
    <w:rsid w:val="009F7F09"/>
    <w:rsid w:val="00A00ECC"/>
    <w:rsid w:val="00A01A9E"/>
    <w:rsid w:val="00A155EE"/>
    <w:rsid w:val="00A2245B"/>
    <w:rsid w:val="00A22BC0"/>
    <w:rsid w:val="00A30110"/>
    <w:rsid w:val="00A36899"/>
    <w:rsid w:val="00A371F6"/>
    <w:rsid w:val="00A41F46"/>
    <w:rsid w:val="00A43BF6"/>
    <w:rsid w:val="00A46BDA"/>
    <w:rsid w:val="00A53C67"/>
    <w:rsid w:val="00A53FA5"/>
    <w:rsid w:val="00A54817"/>
    <w:rsid w:val="00A601C8"/>
    <w:rsid w:val="00A60799"/>
    <w:rsid w:val="00A67246"/>
    <w:rsid w:val="00A80266"/>
    <w:rsid w:val="00A83875"/>
    <w:rsid w:val="00A84C85"/>
    <w:rsid w:val="00A90401"/>
    <w:rsid w:val="00A94DE5"/>
    <w:rsid w:val="00A97467"/>
    <w:rsid w:val="00A97DE1"/>
    <w:rsid w:val="00AA6798"/>
    <w:rsid w:val="00AB053C"/>
    <w:rsid w:val="00AB1621"/>
    <w:rsid w:val="00AD1146"/>
    <w:rsid w:val="00AD27D3"/>
    <w:rsid w:val="00AD2F9E"/>
    <w:rsid w:val="00AD66D6"/>
    <w:rsid w:val="00AE1160"/>
    <w:rsid w:val="00AE203C"/>
    <w:rsid w:val="00AE2E74"/>
    <w:rsid w:val="00AE5FCB"/>
    <w:rsid w:val="00AE64F4"/>
    <w:rsid w:val="00AF2C1E"/>
    <w:rsid w:val="00AF4587"/>
    <w:rsid w:val="00B03028"/>
    <w:rsid w:val="00B06142"/>
    <w:rsid w:val="00B135B1"/>
    <w:rsid w:val="00B2112D"/>
    <w:rsid w:val="00B3130B"/>
    <w:rsid w:val="00B354AE"/>
    <w:rsid w:val="00B368CE"/>
    <w:rsid w:val="00B4055C"/>
    <w:rsid w:val="00B40ADB"/>
    <w:rsid w:val="00B43B77"/>
    <w:rsid w:val="00B43E80"/>
    <w:rsid w:val="00B533F9"/>
    <w:rsid w:val="00B607DB"/>
    <w:rsid w:val="00B66529"/>
    <w:rsid w:val="00B75946"/>
    <w:rsid w:val="00B8056E"/>
    <w:rsid w:val="00B819C8"/>
    <w:rsid w:val="00B82308"/>
    <w:rsid w:val="00B90885"/>
    <w:rsid w:val="00B918FE"/>
    <w:rsid w:val="00B95ED8"/>
    <w:rsid w:val="00BB07C1"/>
    <w:rsid w:val="00BB1811"/>
    <w:rsid w:val="00BB520A"/>
    <w:rsid w:val="00BC4897"/>
    <w:rsid w:val="00BD3869"/>
    <w:rsid w:val="00BD63F1"/>
    <w:rsid w:val="00BD66E9"/>
    <w:rsid w:val="00BD6FF4"/>
    <w:rsid w:val="00BE1C8C"/>
    <w:rsid w:val="00BE2A70"/>
    <w:rsid w:val="00BE4EEF"/>
    <w:rsid w:val="00BE6280"/>
    <w:rsid w:val="00BF01B0"/>
    <w:rsid w:val="00BF2C41"/>
    <w:rsid w:val="00C03FEF"/>
    <w:rsid w:val="00C058B4"/>
    <w:rsid w:val="00C05F44"/>
    <w:rsid w:val="00C12940"/>
    <w:rsid w:val="00C131B5"/>
    <w:rsid w:val="00C16ABF"/>
    <w:rsid w:val="00C170AE"/>
    <w:rsid w:val="00C24364"/>
    <w:rsid w:val="00C25D9F"/>
    <w:rsid w:val="00C26CB7"/>
    <w:rsid w:val="00C27582"/>
    <w:rsid w:val="00C324C1"/>
    <w:rsid w:val="00C36992"/>
    <w:rsid w:val="00C422D3"/>
    <w:rsid w:val="00C513DF"/>
    <w:rsid w:val="00C56036"/>
    <w:rsid w:val="00C61DC5"/>
    <w:rsid w:val="00C63A94"/>
    <w:rsid w:val="00C67E92"/>
    <w:rsid w:val="00C70A26"/>
    <w:rsid w:val="00C766DF"/>
    <w:rsid w:val="00C8623D"/>
    <w:rsid w:val="00C94B98"/>
    <w:rsid w:val="00CA2B96"/>
    <w:rsid w:val="00CA5089"/>
    <w:rsid w:val="00CB46AC"/>
    <w:rsid w:val="00CD2C04"/>
    <w:rsid w:val="00CD561E"/>
    <w:rsid w:val="00CD6897"/>
    <w:rsid w:val="00CE5BAC"/>
    <w:rsid w:val="00CE78F6"/>
    <w:rsid w:val="00CF0B32"/>
    <w:rsid w:val="00CF25BE"/>
    <w:rsid w:val="00CF7174"/>
    <w:rsid w:val="00CF78ED"/>
    <w:rsid w:val="00D02B25"/>
    <w:rsid w:val="00D02EBA"/>
    <w:rsid w:val="00D17C3C"/>
    <w:rsid w:val="00D22513"/>
    <w:rsid w:val="00D26B2C"/>
    <w:rsid w:val="00D34467"/>
    <w:rsid w:val="00D352C9"/>
    <w:rsid w:val="00D425B2"/>
    <w:rsid w:val="00D428D6"/>
    <w:rsid w:val="00D445DA"/>
    <w:rsid w:val="00D51B4F"/>
    <w:rsid w:val="00D552B2"/>
    <w:rsid w:val="00D608D1"/>
    <w:rsid w:val="00D70CA1"/>
    <w:rsid w:val="00D723FE"/>
    <w:rsid w:val="00D74119"/>
    <w:rsid w:val="00D8075B"/>
    <w:rsid w:val="00D8678B"/>
    <w:rsid w:val="00DA2114"/>
    <w:rsid w:val="00DE09C0"/>
    <w:rsid w:val="00DE4A14"/>
    <w:rsid w:val="00DE5517"/>
    <w:rsid w:val="00DF320D"/>
    <w:rsid w:val="00DF71C8"/>
    <w:rsid w:val="00DF7230"/>
    <w:rsid w:val="00E01241"/>
    <w:rsid w:val="00E129B8"/>
    <w:rsid w:val="00E178AB"/>
    <w:rsid w:val="00E21E7D"/>
    <w:rsid w:val="00E22FBC"/>
    <w:rsid w:val="00E24BF5"/>
    <w:rsid w:val="00E25338"/>
    <w:rsid w:val="00E25656"/>
    <w:rsid w:val="00E30037"/>
    <w:rsid w:val="00E37748"/>
    <w:rsid w:val="00E50D96"/>
    <w:rsid w:val="00E51E44"/>
    <w:rsid w:val="00E57579"/>
    <w:rsid w:val="00E63348"/>
    <w:rsid w:val="00E674EF"/>
    <w:rsid w:val="00E73915"/>
    <w:rsid w:val="00E742AA"/>
    <w:rsid w:val="00E77E88"/>
    <w:rsid w:val="00E8107D"/>
    <w:rsid w:val="00E861DD"/>
    <w:rsid w:val="00E960BB"/>
    <w:rsid w:val="00EA2074"/>
    <w:rsid w:val="00EA4832"/>
    <w:rsid w:val="00EA4E9D"/>
    <w:rsid w:val="00EC4899"/>
    <w:rsid w:val="00EC6ABD"/>
    <w:rsid w:val="00EC7E4B"/>
    <w:rsid w:val="00ED03AB"/>
    <w:rsid w:val="00ED14A6"/>
    <w:rsid w:val="00ED32D2"/>
    <w:rsid w:val="00EE25CC"/>
    <w:rsid w:val="00EE32DE"/>
    <w:rsid w:val="00EE4D71"/>
    <w:rsid w:val="00EE5145"/>
    <w:rsid w:val="00EE5457"/>
    <w:rsid w:val="00EE54B8"/>
    <w:rsid w:val="00EF3683"/>
    <w:rsid w:val="00F070AB"/>
    <w:rsid w:val="00F12AFD"/>
    <w:rsid w:val="00F139AB"/>
    <w:rsid w:val="00F168C7"/>
    <w:rsid w:val="00F17567"/>
    <w:rsid w:val="00F2097B"/>
    <w:rsid w:val="00F27A7B"/>
    <w:rsid w:val="00F41AB9"/>
    <w:rsid w:val="00F4797E"/>
    <w:rsid w:val="00F526AF"/>
    <w:rsid w:val="00F617C3"/>
    <w:rsid w:val="00F7066B"/>
    <w:rsid w:val="00F83B28"/>
    <w:rsid w:val="00F974DA"/>
    <w:rsid w:val="00F97669"/>
    <w:rsid w:val="00FA46E5"/>
    <w:rsid w:val="00FB7DBA"/>
    <w:rsid w:val="00FC1C25"/>
    <w:rsid w:val="00FC3F45"/>
    <w:rsid w:val="00FD3A72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055C"/>
  <w15:docId w15:val="{18813DD0-C86F-4670-ADA5-4BC4DFD9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4D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4D08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4D08"/>
    <w:rPr>
      <w:vertAlign w:val="superscript"/>
    </w:rPr>
  </w:style>
  <w:style w:type="character" w:styleId="Odwoaniedelikatne">
    <w:name w:val="Subtle Reference"/>
    <w:basedOn w:val="Domylnaczcionkaakapitu"/>
    <w:uiPriority w:val="31"/>
    <w:qFormat/>
    <w:rsid w:val="00C1294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B95ED8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0D320-1A9A-4326-9C9E-DCF94E26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63</TotalTime>
  <Pages>5</Pages>
  <Words>1271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30</cp:revision>
  <cp:lastPrinted>2019-02-06T12:12:00Z</cp:lastPrinted>
  <dcterms:created xsi:type="dcterms:W3CDTF">2020-02-03T08:17:00Z</dcterms:created>
  <dcterms:modified xsi:type="dcterms:W3CDTF">2025-01-31T13:22:00Z</dcterms:modified>
</cp:coreProperties>
</file>